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6EB3C5" w14:textId="7B1F55DC" w:rsidR="001A6916" w:rsidRPr="00BE345E" w:rsidRDefault="00E8041C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 </w:t>
      </w:r>
    </w:p>
    <w:p w14:paraId="240C563F" w14:textId="0057D2AC" w:rsidR="006F7531" w:rsidRPr="00BE345E" w:rsidRDefault="001A6916">
      <w:pPr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G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N</w:t>
      </w:r>
      <w:r w:rsidR="00D642FE" w:rsidRPr="00BE345E">
        <w:rPr>
          <w:rFonts w:ascii="Arial" w:hAnsi="Arial" w:cs="Arial"/>
          <w:b/>
          <w:lang w:val="en-CA"/>
        </w:rPr>
        <w:t>E</w:t>
      </w:r>
      <w:r w:rsidRPr="00BE345E">
        <w:rPr>
          <w:rFonts w:ascii="Arial" w:hAnsi="Arial" w:cs="Arial"/>
          <w:b/>
          <w:lang w:val="en-CA"/>
        </w:rPr>
        <w:t>RAL</w:t>
      </w:r>
    </w:p>
    <w:p w14:paraId="08558150" w14:textId="77777777" w:rsidR="001A6916" w:rsidRPr="00BE345E" w:rsidRDefault="001A6916">
      <w:pPr>
        <w:numPr>
          <w:ilvl w:val="12"/>
          <w:numId w:val="0"/>
        </w:numPr>
        <w:rPr>
          <w:rFonts w:ascii="Arial" w:hAnsi="Arial" w:cs="Arial"/>
          <w:lang w:val="en-CA"/>
        </w:rPr>
      </w:pPr>
    </w:p>
    <w:p w14:paraId="2C387B05" w14:textId="7CCD0E52" w:rsidR="006F7531" w:rsidRPr="006F7531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Style w:val="hps"/>
          <w:rFonts w:ascii="Arial" w:hAnsi="Arial" w:cs="Arial"/>
          <w:lang w:val="en-CA"/>
        </w:rPr>
      </w:pPr>
      <w:r w:rsidRPr="00BE345E">
        <w:rPr>
          <w:rStyle w:val="hps"/>
          <w:rFonts w:ascii="Arial" w:hAnsi="Arial" w:cs="Arial"/>
          <w:color w:val="333333"/>
          <w:lang w:val="en-CA"/>
        </w:rPr>
        <w:t>The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E8041C">
        <w:rPr>
          <w:rFonts w:ascii="Arial" w:hAnsi="Arial" w:cs="Arial"/>
          <w:lang w:val="en-CA"/>
        </w:rPr>
        <w:t>White-Light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9639E">
        <w:rPr>
          <w:rFonts w:ascii="Arial" w:hAnsi="Arial" w:cs="Arial"/>
          <w:lang w:val="en-CA"/>
        </w:rPr>
        <w:t>illuminator</w:t>
      </w:r>
      <w:r w:rsidR="0059639E" w:rsidRPr="00BE345E">
        <w:rPr>
          <w:rFonts w:ascii="Arial" w:hAnsi="Arial" w:cs="Arial"/>
          <w:lang w:val="en-CA"/>
        </w:rPr>
        <w:t xml:space="preserve"> </w:t>
      </w:r>
      <w:r w:rsidR="00FD178B" w:rsidRPr="00BE345E">
        <w:rPr>
          <w:rFonts w:ascii="Arial" w:hAnsi="Arial" w:cs="Arial"/>
          <w:lang w:val="en-CA"/>
        </w:rPr>
        <w:t xml:space="preserve">shall be a solid state LED device utilizing </w:t>
      </w:r>
      <w:r w:rsidR="0002564A">
        <w:rPr>
          <w:rFonts w:ascii="Arial" w:hAnsi="Arial" w:cs="Arial"/>
          <w:lang w:val="en-CA"/>
        </w:rPr>
        <w:t xml:space="preserve">PLATINUM Elite </w:t>
      </w:r>
      <w:r w:rsidR="00FD178B" w:rsidRPr="00BE345E">
        <w:rPr>
          <w:rFonts w:ascii="Arial" w:hAnsi="Arial" w:cs="Arial"/>
          <w:lang w:val="en-CA"/>
        </w:rPr>
        <w:t>SMT (Surface Mount Technology)</w:t>
      </w:r>
      <w:r w:rsidR="00851D60">
        <w:rPr>
          <w:rFonts w:ascii="Arial" w:hAnsi="Arial" w:cs="Arial"/>
          <w:lang w:val="en-CA"/>
        </w:rPr>
        <w:t xml:space="preserve"> LED</w:t>
      </w:r>
      <w:r w:rsidR="0037739B">
        <w:rPr>
          <w:rFonts w:ascii="Arial" w:hAnsi="Arial" w:cs="Arial"/>
          <w:lang w:val="en-CA"/>
        </w:rPr>
        <w:t>s,</w:t>
      </w:r>
      <w:r w:rsidR="00DD5FF5" w:rsidRPr="00BE345E">
        <w:rPr>
          <w:rFonts w:ascii="Arial" w:hAnsi="Arial" w:cs="Arial"/>
          <w:lang w:val="en-CA"/>
        </w:rPr>
        <w:t xml:space="preserve"> light</w:t>
      </w:r>
      <w:r w:rsidR="00A534B6">
        <w:rPr>
          <w:rFonts w:ascii="Arial" w:hAnsi="Arial" w:cs="Arial"/>
          <w:lang w:val="en-CA"/>
        </w:rPr>
        <w:t xml:space="preserve"> intensifying</w:t>
      </w:r>
      <w:r w:rsidR="00DD5FF5" w:rsidRPr="00BE345E">
        <w:rPr>
          <w:rFonts w:ascii="Arial" w:hAnsi="Arial" w:cs="Arial"/>
          <w:lang w:val="en-CA"/>
        </w:rPr>
        <w:t xml:space="preserve"> optics</w:t>
      </w:r>
      <w:r w:rsidR="00BE01DF">
        <w:rPr>
          <w:rFonts w:ascii="Arial" w:hAnsi="Arial" w:cs="Arial"/>
          <w:lang w:val="en-CA"/>
        </w:rPr>
        <w:t xml:space="preserve"> and light shaping ho</w:t>
      </w:r>
      <w:r w:rsidR="00A74067">
        <w:rPr>
          <w:rFonts w:ascii="Arial" w:hAnsi="Arial" w:cs="Arial"/>
          <w:lang w:val="en-CA"/>
        </w:rPr>
        <w:t xml:space="preserve">lographic diffuser </w:t>
      </w:r>
      <w:r w:rsidR="00FD178B" w:rsidRPr="00BE345E">
        <w:rPr>
          <w:rFonts w:ascii="Arial" w:hAnsi="Arial" w:cs="Arial"/>
          <w:lang w:val="en-CA"/>
        </w:rPr>
        <w:t xml:space="preserve"> with current controlled LEDs providing at least 10 years illumination life (44,000hrs night time use).</w:t>
      </w:r>
    </w:p>
    <w:p w14:paraId="0DD44177" w14:textId="77777777" w:rsidR="00FD178B" w:rsidRPr="00BE345E" w:rsidRDefault="00FD178B" w:rsidP="00FD178B">
      <w:pPr>
        <w:adjustRightInd w:val="0"/>
        <w:ind w:left="360"/>
        <w:jc w:val="both"/>
        <w:rPr>
          <w:rStyle w:val="hps"/>
          <w:rFonts w:ascii="Arial" w:hAnsi="Arial" w:cs="Arial"/>
          <w:lang w:val="en-CA"/>
        </w:rPr>
      </w:pPr>
    </w:p>
    <w:p w14:paraId="0E15EB48" w14:textId="64433DF4" w:rsidR="006F7531" w:rsidRPr="000A0856" w:rsidRDefault="00823052" w:rsidP="000A0856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</w:t>
      </w:r>
      <w:r w:rsidR="00F7070A" w:rsidRPr="00BE345E">
        <w:rPr>
          <w:rFonts w:ascii="Arial" w:hAnsi="Arial" w:cs="Arial"/>
          <w:lang w:val="en-CA"/>
        </w:rPr>
        <w:t xml:space="preserve">shall </w:t>
      </w:r>
      <w:r w:rsidR="00E14113">
        <w:rPr>
          <w:rFonts w:ascii="Arial" w:hAnsi="Arial" w:cs="Arial"/>
          <w:lang w:val="en-CA"/>
        </w:rPr>
        <w:t xml:space="preserve">be low voltage operation and requires an input of </w:t>
      </w:r>
      <w:r w:rsidR="00960A00">
        <w:rPr>
          <w:rFonts w:ascii="Arial" w:hAnsi="Arial" w:cs="Arial"/>
          <w:lang w:val="en-CA"/>
        </w:rPr>
        <w:t xml:space="preserve">24V </w:t>
      </w:r>
      <w:r w:rsidR="00AA1953" w:rsidRPr="00E14113">
        <w:rPr>
          <w:rFonts w:ascii="Arial" w:hAnsi="Arial" w:cs="Arial"/>
          <w:lang w:val="en-CA"/>
        </w:rPr>
        <w:t>AC</w:t>
      </w:r>
      <w:r w:rsidR="00AA1953">
        <w:rPr>
          <w:rFonts w:ascii="Arial" w:hAnsi="Arial" w:cs="Arial"/>
          <w:lang w:val="en-CA"/>
        </w:rPr>
        <w:t xml:space="preserve">/ </w:t>
      </w:r>
      <w:r w:rsidR="00FE79D8" w:rsidRPr="00BE345E">
        <w:rPr>
          <w:rFonts w:ascii="Arial" w:hAnsi="Arial" w:cs="Arial"/>
          <w:lang w:val="en-CA"/>
        </w:rPr>
        <w:t>DC</w:t>
      </w:r>
      <w:r w:rsidR="00E14113">
        <w:rPr>
          <w:rFonts w:ascii="Arial" w:hAnsi="Arial" w:cs="Arial"/>
          <w:lang w:val="en-CA"/>
        </w:rPr>
        <w:t>.</w:t>
      </w:r>
      <w:r w:rsidRPr="00BE345E">
        <w:rPr>
          <w:rFonts w:ascii="Arial" w:hAnsi="Arial" w:cs="Arial"/>
          <w:lang w:val="en-CA"/>
        </w:rPr>
        <w:t xml:space="preserve"> </w:t>
      </w:r>
      <w:r w:rsidR="00FE79D8" w:rsidRPr="00BE345E">
        <w:rPr>
          <w:rFonts w:ascii="Arial" w:hAnsi="Arial" w:cs="Arial"/>
          <w:lang w:val="en-CA"/>
        </w:rPr>
        <w:t xml:space="preserve"> </w:t>
      </w:r>
    </w:p>
    <w:p w14:paraId="79EFD36A" w14:textId="77777777" w:rsidR="00FD178B" w:rsidRPr="00BE345E" w:rsidRDefault="00FD178B" w:rsidP="00FD178B">
      <w:pPr>
        <w:pStyle w:val="ListParagraph"/>
        <w:jc w:val="both"/>
        <w:rPr>
          <w:rFonts w:ascii="Arial" w:hAnsi="Arial" w:cs="Arial"/>
          <w:lang w:val="en-CA"/>
        </w:rPr>
      </w:pPr>
    </w:p>
    <w:p w14:paraId="33DC0FF8" w14:textId="177D49EA" w:rsidR="00E14113" w:rsidRDefault="00823052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F7070A" w:rsidRPr="00BE345E">
        <w:rPr>
          <w:rFonts w:ascii="Arial" w:hAnsi="Arial" w:cs="Arial"/>
          <w:lang w:val="en-CA"/>
        </w:rPr>
        <w:t>illuminator</w:t>
      </w:r>
      <w:r w:rsidRPr="00BE345E">
        <w:rPr>
          <w:rFonts w:ascii="Arial" w:hAnsi="Arial" w:cs="Arial"/>
          <w:lang w:val="en-CA"/>
        </w:rPr>
        <w:t xml:space="preserve"> shall include a</w:t>
      </w:r>
      <w:r w:rsidR="00F7070A" w:rsidRPr="00BE345E">
        <w:rPr>
          <w:rFonts w:ascii="Arial" w:hAnsi="Arial" w:cs="Arial"/>
          <w:lang w:val="en-CA"/>
        </w:rPr>
        <w:t xml:space="preserve">n adjustable </w:t>
      </w:r>
      <w:r w:rsidRPr="00BE345E">
        <w:rPr>
          <w:rFonts w:ascii="Arial" w:hAnsi="Arial" w:cs="Arial"/>
          <w:lang w:val="en-CA"/>
        </w:rPr>
        <w:t xml:space="preserve">photocell </w:t>
      </w:r>
      <w:r w:rsidR="00F7070A" w:rsidRPr="00BE345E">
        <w:rPr>
          <w:rFonts w:ascii="Arial" w:hAnsi="Arial" w:cs="Arial"/>
          <w:lang w:val="en-CA"/>
        </w:rPr>
        <w:t>for</w:t>
      </w:r>
      <w:r w:rsidR="00A534B6">
        <w:rPr>
          <w:rFonts w:ascii="Arial" w:hAnsi="Arial" w:cs="Arial"/>
          <w:lang w:val="en-CA"/>
        </w:rPr>
        <w:t xml:space="preserve"> </w:t>
      </w:r>
      <w:r w:rsidR="00F7070A" w:rsidRPr="00BE345E">
        <w:rPr>
          <w:rFonts w:ascii="Arial" w:hAnsi="Arial" w:cs="Arial"/>
          <w:lang w:val="en-CA"/>
        </w:rPr>
        <w:t>automatic on/off operation</w:t>
      </w:r>
      <w:r w:rsidR="00A74067">
        <w:rPr>
          <w:rFonts w:ascii="Arial" w:hAnsi="Arial" w:cs="Arial"/>
          <w:lang w:val="en-CA"/>
        </w:rPr>
        <w:t>.</w:t>
      </w:r>
    </w:p>
    <w:p w14:paraId="47D989CF" w14:textId="77777777" w:rsidR="00E14113" w:rsidRDefault="00E14113" w:rsidP="00E14113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008E746F" w14:textId="38806243" w:rsidR="00FD178B" w:rsidRDefault="00E14113" w:rsidP="00FD178B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have a </w:t>
      </w:r>
      <w:r w:rsidR="00F7070A" w:rsidRPr="00BE345E">
        <w:rPr>
          <w:rFonts w:ascii="Arial" w:hAnsi="Arial" w:cs="Arial"/>
          <w:lang w:val="en-CA"/>
        </w:rPr>
        <w:t>telemetry control input for remote operation</w:t>
      </w:r>
      <w:r>
        <w:rPr>
          <w:rFonts w:ascii="Arial" w:hAnsi="Arial" w:cs="Arial"/>
          <w:lang w:val="en-CA"/>
        </w:rPr>
        <w:t>. The teleme</w:t>
      </w:r>
      <w:r w:rsidR="00BE01DF">
        <w:rPr>
          <w:rFonts w:ascii="Arial" w:hAnsi="Arial" w:cs="Arial"/>
          <w:lang w:val="en-CA"/>
        </w:rPr>
        <w:t>try control shall work with a volt-free or</w:t>
      </w:r>
      <w:r>
        <w:rPr>
          <w:rFonts w:ascii="Arial" w:hAnsi="Arial" w:cs="Arial"/>
          <w:lang w:val="en-CA"/>
        </w:rPr>
        <w:t xml:space="preserve"> a TTL input.</w:t>
      </w:r>
    </w:p>
    <w:p w14:paraId="781971B1" w14:textId="77777777" w:rsidR="00943DC9" w:rsidRPr="00943DC9" w:rsidRDefault="00943DC9" w:rsidP="000A0856">
      <w:pPr>
        <w:adjustRightInd w:val="0"/>
        <w:jc w:val="both"/>
        <w:rPr>
          <w:rFonts w:ascii="Arial" w:hAnsi="Arial" w:cs="Arial"/>
          <w:lang w:val="en-CA"/>
        </w:rPr>
      </w:pPr>
    </w:p>
    <w:p w14:paraId="0665E4A5" w14:textId="77777777" w:rsidR="00E8041C" w:rsidRDefault="00943DC9" w:rsidP="00E8041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provide a </w:t>
      </w:r>
      <w:r w:rsidR="00A74067">
        <w:rPr>
          <w:rFonts w:ascii="Arial" w:hAnsi="Arial" w:cs="Arial"/>
          <w:lang w:val="en-CA"/>
        </w:rPr>
        <w:t xml:space="preserve">volt-free </w:t>
      </w:r>
      <w:r>
        <w:rPr>
          <w:rFonts w:ascii="Arial" w:hAnsi="Arial" w:cs="Arial"/>
          <w:lang w:val="en-CA"/>
        </w:rPr>
        <w:t>photocell-following output</w:t>
      </w:r>
      <w:r w:rsidR="00A74067">
        <w:rPr>
          <w:rFonts w:ascii="Arial" w:hAnsi="Arial" w:cs="Arial"/>
          <w:lang w:val="en-CA"/>
        </w:rPr>
        <w:t>.</w:t>
      </w:r>
    </w:p>
    <w:p w14:paraId="60A4DE23" w14:textId="77777777" w:rsidR="00E8041C" w:rsidRDefault="00E8041C" w:rsidP="00E8041C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4C0322E" w14:textId="11D3ECDD" w:rsidR="00FD178B" w:rsidRDefault="00E8041C" w:rsidP="00E8041C">
      <w:pPr>
        <w:pStyle w:val="ListParagraph"/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8041C">
        <w:rPr>
          <w:rFonts w:ascii="Arial" w:hAnsi="Arial" w:cs="Arial"/>
          <w:lang w:val="en-CA"/>
        </w:rPr>
        <w:t xml:space="preserve">White-Light models shall be available with a colour temperature of ~6000k. Other </w:t>
      </w:r>
      <w:r w:rsidR="00592394" w:rsidRPr="00E8041C">
        <w:rPr>
          <w:rFonts w:ascii="Arial" w:hAnsi="Arial" w:cs="Arial"/>
          <w:lang w:val="en-CA"/>
        </w:rPr>
        <w:t>colour temperature</w:t>
      </w:r>
      <w:r w:rsidR="00592394">
        <w:rPr>
          <w:rFonts w:ascii="Arial" w:hAnsi="Arial" w:cs="Arial"/>
          <w:lang w:val="en-CA"/>
        </w:rPr>
        <w:t>s</w:t>
      </w:r>
      <w:r w:rsidRPr="00E8041C">
        <w:rPr>
          <w:rFonts w:ascii="Arial" w:hAnsi="Arial" w:cs="Arial"/>
          <w:lang w:val="en-CA"/>
        </w:rPr>
        <w:t xml:space="preserve"> available.</w:t>
      </w:r>
    </w:p>
    <w:p w14:paraId="2FEAD077" w14:textId="77777777" w:rsidR="00E8041C" w:rsidRPr="00E8041C" w:rsidRDefault="00E8041C" w:rsidP="00E8041C">
      <w:pPr>
        <w:pStyle w:val="ListParagraph"/>
        <w:adjustRightInd w:val="0"/>
        <w:ind w:left="1080"/>
        <w:jc w:val="both"/>
        <w:rPr>
          <w:rStyle w:val="longtext"/>
          <w:rFonts w:ascii="Arial" w:hAnsi="Arial" w:cs="Arial"/>
          <w:lang w:val="en-CA"/>
        </w:rPr>
      </w:pPr>
    </w:p>
    <w:p w14:paraId="1C51E4A8" w14:textId="77777777" w:rsidR="00FD178B" w:rsidRDefault="00FD178B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LED illuminator shall be vandal resistant and manufactured using hi</w:t>
      </w:r>
      <w:r w:rsidR="00D642FE" w:rsidRPr="00BE345E">
        <w:rPr>
          <w:rFonts w:ascii="Arial" w:hAnsi="Arial" w:cs="Arial"/>
          <w:lang w:val="en-CA"/>
        </w:rPr>
        <w:t xml:space="preserve">gh impact polycarbonate lensing and shall incorporate an </w:t>
      </w:r>
      <w:r w:rsidRPr="00BE345E">
        <w:rPr>
          <w:rFonts w:ascii="Arial" w:hAnsi="Arial" w:cs="Arial"/>
          <w:lang w:val="en-CA"/>
        </w:rPr>
        <w:t>aluminum extruded heat sink to aid LED life expectancy.</w:t>
      </w:r>
    </w:p>
    <w:p w14:paraId="66B9BA44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7E2BA3CF" w14:textId="77777777" w:rsidR="00FD178B" w:rsidRDefault="00BC0CB3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</w:t>
      </w:r>
      <w:r w:rsidR="00FD178B" w:rsidRPr="00BE345E">
        <w:rPr>
          <w:rFonts w:ascii="Arial" w:hAnsi="Arial" w:cs="Arial"/>
          <w:lang w:val="en-CA"/>
        </w:rPr>
        <w:t>he illuminator</w:t>
      </w:r>
      <w:r w:rsidR="00943DC9">
        <w:rPr>
          <w:rFonts w:ascii="Arial" w:hAnsi="Arial" w:cs="Arial"/>
          <w:lang w:val="en-CA"/>
        </w:rPr>
        <w:t xml:space="preserve"> shall</w:t>
      </w:r>
      <w:r w:rsidR="00FD178B" w:rsidRPr="00BE345E">
        <w:rPr>
          <w:rFonts w:ascii="Arial" w:hAnsi="Arial" w:cs="Arial"/>
          <w:lang w:val="en-CA"/>
        </w:rPr>
        <w:t xml:space="preserve"> </w:t>
      </w:r>
      <w:r w:rsidR="005D00FD" w:rsidRPr="00BE345E">
        <w:rPr>
          <w:rFonts w:ascii="Arial" w:hAnsi="Arial" w:cs="Arial"/>
          <w:lang w:val="en-CA"/>
        </w:rPr>
        <w:t>have an IP66 rating</w:t>
      </w:r>
      <w:r w:rsidR="00FD178B" w:rsidRPr="00BE345E">
        <w:rPr>
          <w:rFonts w:ascii="Arial" w:hAnsi="Arial" w:cs="Arial"/>
          <w:lang w:val="en-CA"/>
        </w:rPr>
        <w:t xml:space="preserve"> as a minimum</w:t>
      </w:r>
      <w:r w:rsidR="00DD7B68">
        <w:rPr>
          <w:rFonts w:ascii="Arial" w:hAnsi="Arial" w:cs="Arial"/>
          <w:lang w:val="en-CA"/>
        </w:rPr>
        <w:t>.</w:t>
      </w:r>
    </w:p>
    <w:p w14:paraId="6408347A" w14:textId="77777777" w:rsidR="00FD178B" w:rsidRPr="000A0856" w:rsidRDefault="00FD178B" w:rsidP="000A0856">
      <w:pPr>
        <w:rPr>
          <w:rFonts w:ascii="Arial" w:hAnsi="Arial" w:cs="Arial"/>
          <w:lang w:val="en-CA"/>
        </w:rPr>
      </w:pPr>
    </w:p>
    <w:p w14:paraId="29D225EE" w14:textId="77777777" w:rsidR="00FD178B" w:rsidRDefault="00F7070A" w:rsidP="00FD178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The i</w:t>
      </w:r>
      <w:r w:rsidR="00FD178B" w:rsidRPr="00BE345E">
        <w:rPr>
          <w:rFonts w:ascii="Arial" w:hAnsi="Arial" w:cs="Arial"/>
          <w:lang w:val="en-CA"/>
        </w:rPr>
        <w:t xml:space="preserve">lluminator shall have </w:t>
      </w:r>
      <w:r w:rsidRPr="00BE345E">
        <w:rPr>
          <w:rFonts w:ascii="Arial" w:hAnsi="Arial" w:cs="Arial"/>
          <w:lang w:val="en-CA"/>
        </w:rPr>
        <w:t xml:space="preserve">an </w:t>
      </w:r>
      <w:r w:rsidR="00FD178B" w:rsidRPr="00BE345E">
        <w:rPr>
          <w:rFonts w:ascii="Arial" w:hAnsi="Arial" w:cs="Arial"/>
          <w:lang w:val="en-CA"/>
        </w:rPr>
        <w:t>operational temperature range between</w:t>
      </w:r>
      <w:r w:rsidR="00B815A3" w:rsidRPr="00BE345E">
        <w:rPr>
          <w:rFonts w:ascii="Arial" w:hAnsi="Arial" w:cs="Arial"/>
          <w:lang w:val="en-CA"/>
        </w:rPr>
        <w:t xml:space="preserve"> -50 to </w:t>
      </w:r>
      <w:r w:rsidR="00FD178B" w:rsidRPr="00BE345E">
        <w:rPr>
          <w:rFonts w:ascii="Arial" w:hAnsi="Arial" w:cs="Arial"/>
          <w:lang w:val="en-CA"/>
        </w:rPr>
        <w:t>50˚C (-58 to 122°F).</w:t>
      </w:r>
    </w:p>
    <w:p w14:paraId="37038FA9" w14:textId="77777777" w:rsidR="00E14113" w:rsidRDefault="00E14113" w:rsidP="00E14113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E05EDBB" w14:textId="77777777" w:rsidR="0002564A" w:rsidRPr="00BE01DF" w:rsidRDefault="0002564A" w:rsidP="0002564A">
      <w:pPr>
        <w:numPr>
          <w:ilvl w:val="0"/>
          <w:numId w:val="25"/>
        </w:numPr>
        <w:adjustRightInd w:val="0"/>
        <w:spacing w:line="276" w:lineRule="auto"/>
        <w:jc w:val="both"/>
        <w:rPr>
          <w:rFonts w:ascii="Arial" w:hAnsi="Arial" w:cs="Arial"/>
          <w:lang w:val="en-CA"/>
        </w:rPr>
      </w:pPr>
      <w:r w:rsidRPr="00BE01DF">
        <w:rPr>
          <w:rFonts w:ascii="Arial" w:hAnsi="Arial" w:cs="Arial"/>
          <w:lang w:val="en-CA"/>
        </w:rPr>
        <w:t>The illuminator shall be CE and FCC approved.</w:t>
      </w:r>
    </w:p>
    <w:p w14:paraId="714D697E" w14:textId="77777777" w:rsidR="00BE345E" w:rsidRPr="000A0856" w:rsidRDefault="00BE345E" w:rsidP="000A0856">
      <w:pPr>
        <w:rPr>
          <w:rFonts w:ascii="Arial" w:hAnsi="Arial" w:cs="Arial"/>
          <w:lang w:val="en-CA"/>
        </w:rPr>
      </w:pPr>
    </w:p>
    <w:p w14:paraId="67A3FFE9" w14:textId="3500909A" w:rsidR="001F10AF" w:rsidRDefault="00BE345E" w:rsidP="00DF1FD5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The illuminator shall </w:t>
      </w:r>
      <w:r w:rsidR="00A74067">
        <w:rPr>
          <w:rFonts w:ascii="Arial" w:hAnsi="Arial" w:cs="Arial"/>
          <w:lang w:val="en-CA"/>
        </w:rPr>
        <w:t>incorporate</w:t>
      </w:r>
      <w:r>
        <w:rPr>
          <w:rFonts w:ascii="Arial" w:hAnsi="Arial" w:cs="Arial"/>
          <w:lang w:val="en-CA"/>
        </w:rPr>
        <w:t xml:space="preserve"> </w:t>
      </w:r>
      <w:r w:rsidR="00DF1FD5" w:rsidRPr="00DF1FD5">
        <w:rPr>
          <w:rFonts w:ascii="Arial" w:hAnsi="Arial" w:cs="Arial"/>
          <w:lang w:val="en-CA"/>
        </w:rPr>
        <w:t>hot-spot reduction</w:t>
      </w:r>
      <w:r w:rsidR="00DF1FD5">
        <w:rPr>
          <w:rFonts w:ascii="Arial" w:hAnsi="Arial" w:cs="Arial"/>
          <w:lang w:val="en-CA"/>
        </w:rPr>
        <w:t xml:space="preserve"> (HRT)</w:t>
      </w:r>
      <w:r w:rsidR="00DF1FD5" w:rsidRPr="00DF1FD5">
        <w:rPr>
          <w:rFonts w:ascii="Arial" w:hAnsi="Arial" w:cs="Arial"/>
          <w:lang w:val="en-CA"/>
        </w:rPr>
        <w:t xml:space="preserve"> technology</w:t>
      </w:r>
      <w:r w:rsidR="001F10AF">
        <w:rPr>
          <w:rFonts w:ascii="Arial" w:hAnsi="Arial" w:cs="Arial"/>
          <w:lang w:val="en-CA"/>
        </w:rPr>
        <w:t>.</w:t>
      </w:r>
    </w:p>
    <w:p w14:paraId="4A7A64F9" w14:textId="77777777" w:rsidR="001F10AF" w:rsidRDefault="001F10AF" w:rsidP="00E8041C">
      <w:pPr>
        <w:pStyle w:val="ListParagraph"/>
        <w:rPr>
          <w:rFonts w:ascii="Arial" w:hAnsi="Arial" w:cs="Arial"/>
          <w:lang w:val="en-CA"/>
        </w:rPr>
      </w:pPr>
    </w:p>
    <w:p w14:paraId="54807767" w14:textId="1D6ECD74" w:rsidR="001F10AF" w:rsidRDefault="00760120" w:rsidP="00E8041C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5F35">
        <w:rPr>
          <w:rFonts w:ascii="Arial" w:hAnsi="Arial" w:cs="Arial"/>
          <w:lang w:val="en-CA"/>
        </w:rPr>
        <w:t>The illuminat</w:t>
      </w:r>
      <w:r w:rsidR="004A5D4E">
        <w:rPr>
          <w:rFonts w:ascii="Arial" w:hAnsi="Arial" w:cs="Arial"/>
          <w:lang w:val="en-CA"/>
        </w:rPr>
        <w:t>or shall incorporate status LED</w:t>
      </w:r>
      <w:r w:rsidRPr="00A95F35">
        <w:rPr>
          <w:rFonts w:ascii="Arial" w:hAnsi="Arial" w:cs="Arial"/>
          <w:lang w:val="en-CA"/>
        </w:rPr>
        <w:t xml:space="preserve">s indicating correct </w:t>
      </w:r>
      <w:r w:rsidR="000A0856" w:rsidRPr="00A95F35">
        <w:rPr>
          <w:rFonts w:ascii="Arial" w:hAnsi="Arial" w:cs="Arial"/>
          <w:lang w:val="en-CA"/>
        </w:rPr>
        <w:t xml:space="preserve">input </w:t>
      </w:r>
      <w:r w:rsidRPr="00A95F35">
        <w:rPr>
          <w:rFonts w:ascii="Arial" w:hAnsi="Arial" w:cs="Arial"/>
          <w:lang w:val="en-CA"/>
        </w:rPr>
        <w:t>voltage</w:t>
      </w:r>
      <w:r w:rsidR="009852B4">
        <w:rPr>
          <w:rFonts w:ascii="Arial" w:hAnsi="Arial" w:cs="Arial"/>
          <w:lang w:val="en-CA"/>
        </w:rPr>
        <w:t xml:space="preserve"> </w:t>
      </w:r>
      <w:r w:rsidR="000A0856" w:rsidRPr="00A95F35">
        <w:rPr>
          <w:rFonts w:ascii="Arial" w:hAnsi="Arial" w:cs="Arial"/>
          <w:lang w:val="en-CA"/>
        </w:rPr>
        <w:t xml:space="preserve">and </w:t>
      </w:r>
      <w:r w:rsidRPr="00A95F35">
        <w:rPr>
          <w:rFonts w:ascii="Arial" w:hAnsi="Arial" w:cs="Arial"/>
          <w:lang w:val="en-CA"/>
        </w:rPr>
        <w:t xml:space="preserve">receipt of valid </w:t>
      </w:r>
      <w:r w:rsidRPr="00BE345E">
        <w:rPr>
          <w:rFonts w:ascii="Arial" w:hAnsi="Arial" w:cs="Arial"/>
          <w:lang w:val="en-CA"/>
        </w:rPr>
        <w:t>commands</w:t>
      </w:r>
      <w:r w:rsidR="00B377AC">
        <w:rPr>
          <w:rFonts w:ascii="Arial" w:hAnsi="Arial" w:cs="Arial"/>
          <w:lang w:val="en-CA"/>
        </w:rPr>
        <w:t>.</w:t>
      </w:r>
      <w:r w:rsidR="00FE396C">
        <w:rPr>
          <w:rFonts w:ascii="Arial" w:hAnsi="Arial" w:cs="Arial"/>
          <w:lang w:val="en-CA"/>
        </w:rPr>
        <w:t xml:space="preserve"> </w:t>
      </w:r>
    </w:p>
    <w:p w14:paraId="15B4AB8D" w14:textId="77777777" w:rsidR="00B377AC" w:rsidRPr="00A95F35" w:rsidRDefault="00B377AC" w:rsidP="00A95F35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F260980" w14:textId="74ED3D55" w:rsidR="00E63377" w:rsidRDefault="0002564A" w:rsidP="00E63377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</w:t>
      </w:r>
      <w:r>
        <w:rPr>
          <w:rFonts w:ascii="Arial" w:hAnsi="Arial" w:cs="Arial"/>
          <w:lang w:val="en-CA"/>
        </w:rPr>
        <w:t xml:space="preserve">make use of </w:t>
      </w:r>
      <w:r w:rsidRPr="00BE345E">
        <w:rPr>
          <w:rFonts w:ascii="Arial" w:hAnsi="Arial" w:cs="Arial"/>
          <w:lang w:val="en-CA"/>
        </w:rPr>
        <w:t>interchangeable diff</w:t>
      </w:r>
      <w:r>
        <w:rPr>
          <w:rFonts w:ascii="Arial" w:hAnsi="Arial" w:cs="Arial"/>
          <w:lang w:val="en-CA"/>
        </w:rPr>
        <w:t>u</w:t>
      </w:r>
      <w:r w:rsidRPr="00BE345E">
        <w:rPr>
          <w:rFonts w:ascii="Arial" w:hAnsi="Arial" w:cs="Arial"/>
          <w:lang w:val="en-CA"/>
        </w:rPr>
        <w:t>ser-lenses permitting</w:t>
      </w:r>
      <w:r w:rsidR="009852B4">
        <w:rPr>
          <w:rFonts w:ascii="Arial" w:hAnsi="Arial" w:cs="Arial"/>
          <w:lang w:val="en-CA"/>
        </w:rPr>
        <w:t xml:space="preserve"> </w:t>
      </w:r>
      <w:r w:rsidR="00316359">
        <w:rPr>
          <w:rFonts w:ascii="Arial" w:hAnsi="Arial" w:cs="Arial"/>
          <w:lang w:val="en-CA"/>
        </w:rPr>
        <w:t xml:space="preserve">optional angles of </w:t>
      </w:r>
      <w:r w:rsidRPr="00BE345E">
        <w:rPr>
          <w:rFonts w:ascii="Arial" w:hAnsi="Arial" w:cs="Arial"/>
          <w:lang w:val="en-CA"/>
        </w:rPr>
        <w:t>10°, 35°</w:t>
      </w:r>
      <w:r>
        <w:rPr>
          <w:rFonts w:ascii="Arial" w:hAnsi="Arial" w:cs="Arial"/>
          <w:lang w:val="en-CA"/>
        </w:rPr>
        <w:t>, 60°, 80°, 120°</w:t>
      </w:r>
      <w:r w:rsidR="00BD35E6">
        <w:rPr>
          <w:rFonts w:ascii="Arial" w:hAnsi="Arial" w:cs="Arial"/>
          <w:lang w:val="en-CA"/>
        </w:rPr>
        <w:t xml:space="preserve"> </w:t>
      </w:r>
      <w:r>
        <w:rPr>
          <w:rFonts w:ascii="Arial" w:hAnsi="Arial" w:cs="Arial"/>
          <w:lang w:val="en-CA"/>
        </w:rPr>
        <w:t>and custom diffuser-lenses as an option.</w:t>
      </w:r>
    </w:p>
    <w:p w14:paraId="6D77E1C4" w14:textId="77777777" w:rsidR="00760120" w:rsidRPr="000A0856" w:rsidRDefault="00760120" w:rsidP="000A0856">
      <w:pPr>
        <w:rPr>
          <w:rFonts w:ascii="Arial" w:hAnsi="Arial" w:cs="Arial"/>
          <w:lang w:val="en-CA"/>
        </w:rPr>
      </w:pPr>
    </w:p>
    <w:p w14:paraId="138D5980" w14:textId="102608F8" w:rsidR="00FD5EE4" w:rsidRPr="0037739B" w:rsidRDefault="00760120" w:rsidP="0037739B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 w:rsidR="006F7531">
        <w:rPr>
          <w:rFonts w:ascii="Arial" w:hAnsi="Arial" w:cs="Arial"/>
          <w:lang w:val="en-CA"/>
        </w:rPr>
        <w:t xml:space="preserve">controllable </w:t>
      </w:r>
      <w:r w:rsidR="000A0856">
        <w:rPr>
          <w:rFonts w:ascii="Arial" w:hAnsi="Arial" w:cs="Arial"/>
          <w:lang w:val="en-CA"/>
        </w:rPr>
        <w:t xml:space="preserve">using </w:t>
      </w:r>
      <w:r w:rsidRPr="00BE345E">
        <w:rPr>
          <w:rFonts w:ascii="Arial" w:hAnsi="Arial" w:cs="Arial"/>
          <w:lang w:val="en-CA"/>
        </w:rPr>
        <w:t xml:space="preserve">a hand-held </w:t>
      </w:r>
      <w:r w:rsidR="000A0856">
        <w:rPr>
          <w:rFonts w:ascii="Arial" w:hAnsi="Arial" w:cs="Arial"/>
          <w:lang w:val="en-CA"/>
        </w:rPr>
        <w:t xml:space="preserve">remote </w:t>
      </w:r>
      <w:r w:rsidRPr="00BE345E">
        <w:rPr>
          <w:rFonts w:ascii="Arial" w:hAnsi="Arial" w:cs="Arial"/>
          <w:lang w:val="en-CA"/>
        </w:rPr>
        <w:t xml:space="preserve">control permitting remote adjustment of </w:t>
      </w:r>
      <w:r w:rsidR="00FD5EE4" w:rsidRPr="00BE345E">
        <w:rPr>
          <w:rFonts w:ascii="Arial" w:hAnsi="Arial" w:cs="Arial"/>
          <w:lang w:val="en-CA"/>
        </w:rPr>
        <w:t>the following parameters</w:t>
      </w:r>
      <w:r w:rsidR="0037739B">
        <w:rPr>
          <w:rFonts w:ascii="Arial" w:hAnsi="Arial" w:cs="Arial"/>
          <w:lang w:val="en-CA"/>
        </w:rPr>
        <w:t>:</w:t>
      </w:r>
    </w:p>
    <w:p w14:paraId="30AF304F" w14:textId="18A9E973" w:rsidR="00760120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0A0856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4BDD1200" w14:textId="77777777" w:rsidR="00FD5EE4" w:rsidRPr="00BE345E" w:rsidRDefault="00FD5EE4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Photocell Adjust – 3 </w:t>
      </w:r>
      <w:r w:rsidR="00BE345E" w:rsidRPr="00BE345E">
        <w:rPr>
          <w:rFonts w:ascii="Arial" w:hAnsi="Arial" w:cs="Arial"/>
          <w:lang w:val="en-CA"/>
        </w:rPr>
        <w:t>sensitivity levels</w:t>
      </w:r>
    </w:p>
    <w:p w14:paraId="7B0878E4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0F12BC71" w14:textId="7A5A1DD8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Timer Setting – </w:t>
      </w:r>
      <w:r w:rsidR="005B6359">
        <w:rPr>
          <w:rFonts w:ascii="Arial" w:hAnsi="Arial" w:cs="Arial"/>
          <w:lang w:val="en-CA"/>
        </w:rPr>
        <w:t xml:space="preserve">telemetry-triggered, </w:t>
      </w:r>
      <w:r w:rsidRPr="00BE345E">
        <w:rPr>
          <w:rFonts w:ascii="Arial" w:hAnsi="Arial" w:cs="Arial"/>
          <w:lang w:val="en-CA"/>
        </w:rPr>
        <w:t>pre-determined on period</w:t>
      </w:r>
      <w:r w:rsidR="000A0856">
        <w:rPr>
          <w:rFonts w:ascii="Arial" w:hAnsi="Arial" w:cs="Arial"/>
          <w:lang w:val="en-CA"/>
        </w:rPr>
        <w:t xml:space="preserve"> for selectable periods of 1, 3, 10 and 30 minutes and timer disable.</w:t>
      </w:r>
    </w:p>
    <w:p w14:paraId="5CD3E708" w14:textId="77777777" w:rsidR="00BE345E" w:rsidRP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48530FA6" w14:textId="11CE8575" w:rsidR="00BE345E" w:rsidRDefault="00BE345E" w:rsidP="00FD5EE4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 w:rsidR="00A9611B">
        <w:rPr>
          <w:rFonts w:ascii="Arial" w:hAnsi="Arial" w:cs="Arial"/>
          <w:lang w:val="en-CA"/>
        </w:rPr>
        <w:t xml:space="preserve"> (excluding PIN)</w:t>
      </w:r>
      <w:r w:rsidR="00316359">
        <w:rPr>
          <w:rFonts w:ascii="Arial" w:hAnsi="Arial" w:cs="Arial"/>
          <w:lang w:val="en-CA"/>
        </w:rPr>
        <w:t xml:space="preserve"> </w:t>
      </w:r>
    </w:p>
    <w:p w14:paraId="358C22CE" w14:textId="77777777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Remote Dimming</w:t>
      </w:r>
    </w:p>
    <w:p w14:paraId="5C2007F5" w14:textId="6EEB3C13" w:rsidR="001208B2" w:rsidRDefault="001208B2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</w:t>
      </w:r>
      <w:r w:rsidR="0037739B">
        <w:rPr>
          <w:rFonts w:ascii="Arial" w:hAnsi="Arial" w:cs="Arial"/>
          <w:lang w:val="en-CA"/>
        </w:rPr>
        <w:t>s</w:t>
      </w:r>
      <w:r>
        <w:rPr>
          <w:rFonts w:ascii="Arial" w:hAnsi="Arial" w:cs="Arial"/>
          <w:lang w:val="en-CA"/>
        </w:rPr>
        <w:t xml:space="preserve"> on/off</w:t>
      </w:r>
    </w:p>
    <w:p w14:paraId="54D6F5D3" w14:textId="55A186E7" w:rsidR="0037739B" w:rsidRDefault="0037739B" w:rsidP="001208B2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Assign a security PIN</w:t>
      </w:r>
    </w:p>
    <w:p w14:paraId="2C3C0E08" w14:textId="77777777" w:rsidR="00E14113" w:rsidRPr="001208B2" w:rsidRDefault="00E14113" w:rsidP="0037739B">
      <w:pPr>
        <w:adjustRightInd w:val="0"/>
        <w:jc w:val="both"/>
        <w:rPr>
          <w:rFonts w:ascii="Arial" w:hAnsi="Arial" w:cs="Arial"/>
          <w:lang w:val="en-CA"/>
        </w:rPr>
      </w:pPr>
    </w:p>
    <w:p w14:paraId="53DE3B03" w14:textId="77777777" w:rsidR="00760120" w:rsidRPr="00BE345E" w:rsidRDefault="00BE345E" w:rsidP="00760120">
      <w:pPr>
        <w:pStyle w:val="ListParagrap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 </w:t>
      </w:r>
    </w:p>
    <w:p w14:paraId="4DFEFAA0" w14:textId="4D8C7930" w:rsidR="00E14113" w:rsidRPr="00BE345E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 xml:space="preserve">The illuminator shall be </w:t>
      </w:r>
      <w:r>
        <w:rPr>
          <w:rFonts w:ascii="Arial" w:hAnsi="Arial" w:cs="Arial"/>
          <w:lang w:val="en-CA"/>
        </w:rPr>
        <w:t>controllable via manual input buttons on the illuminator</w:t>
      </w:r>
      <w:r w:rsidRPr="00BE345E">
        <w:rPr>
          <w:rFonts w:ascii="Arial" w:hAnsi="Arial" w:cs="Arial"/>
          <w:lang w:val="en-CA"/>
        </w:rPr>
        <w:t xml:space="preserve"> of the following </w:t>
      </w:r>
      <w:r>
        <w:rPr>
          <w:rFonts w:ascii="Arial" w:hAnsi="Arial" w:cs="Arial"/>
          <w:lang w:val="en-CA"/>
        </w:rPr>
        <w:t>functions</w:t>
      </w:r>
      <w:r w:rsidRPr="00BE345E">
        <w:rPr>
          <w:rFonts w:ascii="Arial" w:hAnsi="Arial" w:cs="Arial"/>
          <w:lang w:val="en-CA"/>
        </w:rPr>
        <w:t>:</w:t>
      </w:r>
    </w:p>
    <w:p w14:paraId="49E1B04E" w14:textId="77777777" w:rsidR="00E14113" w:rsidRPr="00BE345E" w:rsidRDefault="00E14113" w:rsidP="00E14113">
      <w:pPr>
        <w:pStyle w:val="ListParagraph"/>
        <w:rPr>
          <w:rFonts w:ascii="Arial" w:hAnsi="Arial" w:cs="Arial"/>
          <w:lang w:val="en-CA"/>
        </w:rPr>
      </w:pPr>
    </w:p>
    <w:p w14:paraId="7235748D" w14:textId="52A0BFC8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Power Select – 20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40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60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>, 80</w:t>
      </w:r>
      <w:r w:rsidR="0037739B">
        <w:rPr>
          <w:rFonts w:ascii="Arial" w:hAnsi="Arial" w:cs="Arial"/>
          <w:lang w:val="en-CA"/>
        </w:rPr>
        <w:t>%</w:t>
      </w:r>
      <w:r w:rsidRPr="00BE345E">
        <w:rPr>
          <w:rFonts w:ascii="Arial" w:hAnsi="Arial" w:cs="Arial"/>
          <w:lang w:val="en-CA"/>
        </w:rPr>
        <w:t xml:space="preserve"> and 100% of power</w:t>
      </w:r>
    </w:p>
    <w:p w14:paraId="07C54BB9" w14:textId="77777777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Adjust – 3 sensitivity levels</w:t>
      </w:r>
    </w:p>
    <w:p w14:paraId="36F6AD7B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Photocell Disable</w:t>
      </w:r>
    </w:p>
    <w:p w14:paraId="4FF811EE" w14:textId="18EC2599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LED Status Indicators on/off</w:t>
      </w:r>
    </w:p>
    <w:p w14:paraId="562FE5B8" w14:textId="1783604A" w:rsidR="00E14113" w:rsidRP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Restore Factory Defaults</w:t>
      </w:r>
      <w:r>
        <w:rPr>
          <w:rFonts w:ascii="Arial" w:hAnsi="Arial" w:cs="Arial"/>
          <w:lang w:val="en-CA"/>
        </w:rPr>
        <w:t xml:space="preserve"> (excluding PIN reset)</w:t>
      </w:r>
      <w:r w:rsidRPr="00E14113">
        <w:rPr>
          <w:rFonts w:ascii="Arial" w:hAnsi="Arial" w:cs="Arial"/>
          <w:lang w:val="en-CA"/>
        </w:rPr>
        <w:t xml:space="preserve"> </w:t>
      </w:r>
    </w:p>
    <w:p w14:paraId="736C79A6" w14:textId="77777777" w:rsidR="00E14113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lang w:val="en-CA"/>
        </w:rPr>
        <w:t>Remote Control Set-up Disable</w:t>
      </w:r>
    </w:p>
    <w:p w14:paraId="6384E9FB" w14:textId="7D1130A0" w:rsidR="00E14113" w:rsidRPr="00BE345E" w:rsidRDefault="00E14113" w:rsidP="00E14113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Manual Button Disable</w:t>
      </w:r>
    </w:p>
    <w:p w14:paraId="4F55AFC5" w14:textId="3AE29AB1" w:rsidR="00E14113" w:rsidRPr="00A9611B" w:rsidRDefault="00E14113" w:rsidP="00E8041C">
      <w:pPr>
        <w:numPr>
          <w:ilvl w:val="1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A9611B">
        <w:rPr>
          <w:rFonts w:ascii="Arial" w:hAnsi="Arial" w:cs="Arial"/>
          <w:lang w:val="en-CA"/>
        </w:rPr>
        <w:t>Restore Factory Defaults (including PIN reset)</w:t>
      </w:r>
      <w:r w:rsidR="00251DDD" w:rsidRPr="00A9611B">
        <w:rPr>
          <w:rFonts w:ascii="Arial" w:hAnsi="Arial" w:cs="Arial"/>
          <w:lang w:val="en-CA"/>
        </w:rPr>
        <w:t xml:space="preserve"> </w:t>
      </w:r>
    </w:p>
    <w:p w14:paraId="078BD671" w14:textId="194EBB57" w:rsid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7BCC856" w14:textId="7FF74267" w:rsidR="00E14113" w:rsidRPr="0037739B" w:rsidRDefault="00E14113" w:rsidP="000A0856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 w:rsidRPr="00EE0C3F">
        <w:rPr>
          <w:rFonts w:ascii="Arial" w:hAnsi="Arial" w:cs="Arial"/>
        </w:rPr>
        <w:t>Prog</w:t>
      </w:r>
      <w:r>
        <w:rPr>
          <w:rFonts w:ascii="Arial" w:hAnsi="Arial" w:cs="Arial"/>
        </w:rPr>
        <w:t>ramming inputs on both the</w:t>
      </w:r>
      <w:r w:rsidRPr="00EE0C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remote control and on the</w:t>
      </w:r>
      <w:r w:rsidR="000A0856">
        <w:rPr>
          <w:rFonts w:ascii="Arial" w:hAnsi="Arial" w:cs="Arial"/>
        </w:rPr>
        <w:t xml:space="preserve"> illuminator </w:t>
      </w:r>
      <w:r w:rsidRPr="00EE0C3F">
        <w:rPr>
          <w:rFonts w:ascii="Arial" w:hAnsi="Arial" w:cs="Arial"/>
        </w:rPr>
        <w:t>can be disabled if r</w:t>
      </w:r>
      <w:r>
        <w:rPr>
          <w:rFonts w:ascii="Arial" w:hAnsi="Arial" w:cs="Arial"/>
        </w:rPr>
        <w:t xml:space="preserve">equired. </w:t>
      </w:r>
    </w:p>
    <w:p w14:paraId="1162307E" w14:textId="77777777" w:rsidR="00E14113" w:rsidRPr="0037739B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71D6EF49" w14:textId="4B629BC3" w:rsidR="00E14113" w:rsidRPr="0037739B" w:rsidRDefault="00E14113" w:rsidP="00E14113">
      <w:pPr>
        <w:numPr>
          <w:ilvl w:val="0"/>
          <w:numId w:val="25"/>
        </w:numPr>
        <w:adjustRightInd w:val="0"/>
        <w:jc w:val="both"/>
        <w:rPr>
          <w:rFonts w:ascii="Arial" w:hAnsi="Arial" w:cs="Arial"/>
          <w:lang w:val="en-CA"/>
        </w:rPr>
      </w:pPr>
      <w:r>
        <w:rPr>
          <w:rFonts w:ascii="Arial" w:hAnsi="Arial" w:cs="Arial"/>
        </w:rPr>
        <w:t>T</w:t>
      </w:r>
      <w:r w:rsidR="0002564A">
        <w:rPr>
          <w:rFonts w:ascii="Arial" w:hAnsi="Arial" w:cs="Arial"/>
        </w:rPr>
        <w:t>he</w:t>
      </w:r>
      <w:r>
        <w:rPr>
          <w:rFonts w:ascii="Arial" w:hAnsi="Arial" w:cs="Arial"/>
        </w:rPr>
        <w:t xml:space="preserve"> illuminator can be assigned a PIN code using the</w:t>
      </w:r>
      <w:r w:rsidR="0002564A" w:rsidRPr="00EE0C3F">
        <w:rPr>
          <w:rFonts w:ascii="Arial" w:hAnsi="Arial" w:cs="Arial"/>
        </w:rPr>
        <w:t xml:space="preserve"> remote control to lock in settings and limit access.</w:t>
      </w:r>
    </w:p>
    <w:p w14:paraId="6383A816" w14:textId="77777777" w:rsidR="00E14113" w:rsidRPr="009852B4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31E29013" w14:textId="1B054747" w:rsidR="000A0856" w:rsidRPr="00E8041C" w:rsidRDefault="00E14113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</w:rPr>
      </w:pPr>
      <w:r w:rsidRPr="00E8041C">
        <w:rPr>
          <w:rStyle w:val="hps"/>
          <w:rFonts w:ascii="Arial" w:hAnsi="Arial" w:cs="Arial"/>
          <w:lang w:val="en-CA"/>
        </w:rPr>
        <w:t>The illuminator shall comply with the POWERS lighting standard</w:t>
      </w:r>
      <w:r w:rsidR="000A0856" w:rsidRPr="00E8041C">
        <w:rPr>
          <w:rStyle w:val="hps"/>
          <w:rFonts w:ascii="Arial" w:hAnsi="Arial" w:cs="Arial"/>
          <w:lang w:val="en-CA"/>
        </w:rPr>
        <w:t xml:space="preserve"> and the </w:t>
      </w:r>
      <w:r w:rsidR="000A0856" w:rsidRPr="00E8041C">
        <w:rPr>
          <w:rStyle w:val="hps"/>
          <w:rFonts w:ascii="Arial" w:hAnsi="Arial"/>
        </w:rPr>
        <w:t xml:space="preserve">manufacturer shall guarantee that the </w:t>
      </w:r>
      <w:r w:rsidR="00E8041C">
        <w:rPr>
          <w:rStyle w:val="hps"/>
          <w:rFonts w:ascii="Arial" w:hAnsi="Arial"/>
        </w:rPr>
        <w:t>White-Light</w:t>
      </w:r>
      <w:r w:rsidR="000A0856" w:rsidRPr="00E8041C">
        <w:rPr>
          <w:rStyle w:val="hps"/>
          <w:rFonts w:ascii="Arial" w:hAnsi="Arial"/>
        </w:rPr>
        <w:t xml:space="preserve"> illuminator will provide a minimum of </w:t>
      </w:r>
      <w:r w:rsidR="007C1041">
        <w:rPr>
          <w:rStyle w:val="hps"/>
          <w:rFonts w:ascii="Arial" w:hAnsi="Arial"/>
        </w:rPr>
        <w:t xml:space="preserve">3 Lux </w:t>
      </w:r>
      <w:r w:rsidR="000A0856" w:rsidRPr="00E8041C">
        <w:rPr>
          <w:rStyle w:val="hps"/>
          <w:rFonts w:ascii="Arial" w:hAnsi="Arial"/>
        </w:rPr>
        <w:t>power on scene at the maximum quoted distance.</w:t>
      </w:r>
    </w:p>
    <w:p w14:paraId="0BEF3718" w14:textId="77777777" w:rsidR="00961A18" w:rsidRDefault="00961A18" w:rsidP="00961A18">
      <w:p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</w:p>
    <w:p w14:paraId="38861C0F" w14:textId="73214206" w:rsidR="00961A18" w:rsidRPr="0037739B" w:rsidRDefault="00961A18" w:rsidP="000A0856">
      <w:pPr>
        <w:numPr>
          <w:ilvl w:val="0"/>
          <w:numId w:val="25"/>
        </w:numPr>
        <w:adjustRightInd w:val="0"/>
        <w:spacing w:line="276" w:lineRule="auto"/>
        <w:jc w:val="both"/>
        <w:rPr>
          <w:rStyle w:val="hps"/>
          <w:rFonts w:ascii="Arial" w:hAnsi="Arial"/>
          <w:color w:val="333333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</w:p>
    <w:p w14:paraId="2B652D32" w14:textId="318762B5" w:rsidR="00E14113" w:rsidRPr="00335273" w:rsidRDefault="00E14113" w:rsidP="0037739B">
      <w:pPr>
        <w:pStyle w:val="ListParagraph"/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48D4EBC1" w14:textId="77777777" w:rsidR="00E14113" w:rsidRPr="00E14113" w:rsidRDefault="00E14113" w:rsidP="0037739B">
      <w:pPr>
        <w:adjustRightInd w:val="0"/>
        <w:ind w:left="1080"/>
        <w:jc w:val="both"/>
        <w:rPr>
          <w:rFonts w:ascii="Arial" w:hAnsi="Arial" w:cs="Arial"/>
          <w:lang w:val="en-CA"/>
        </w:rPr>
      </w:pPr>
    </w:p>
    <w:p w14:paraId="5A5AF3FB" w14:textId="77777777" w:rsidR="001A6916" w:rsidRPr="00BE345E" w:rsidRDefault="001A6916">
      <w:pPr>
        <w:rPr>
          <w:rFonts w:ascii="Arial" w:hAnsi="Arial" w:cs="Arial"/>
          <w:lang w:val="en-CA"/>
        </w:rPr>
      </w:pPr>
    </w:p>
    <w:p w14:paraId="7A322A27" w14:textId="77777777" w:rsidR="001A6916" w:rsidRPr="00BE345E" w:rsidRDefault="00FD178B" w:rsidP="008E6C01">
      <w:pPr>
        <w:ind w:firstLine="720"/>
        <w:rPr>
          <w:rFonts w:ascii="Arial" w:hAnsi="Arial" w:cs="Arial"/>
          <w:b/>
          <w:lang w:val="en-CA"/>
        </w:rPr>
      </w:pPr>
      <w:r w:rsidRPr="00BE345E">
        <w:rPr>
          <w:rFonts w:ascii="Arial" w:hAnsi="Arial" w:cs="Arial"/>
          <w:b/>
          <w:lang w:val="en-CA"/>
        </w:rPr>
        <w:t>TECHNICAL SPECIFICATIONS</w:t>
      </w:r>
    </w:p>
    <w:p w14:paraId="71880DC8" w14:textId="77777777" w:rsidR="008E6C01" w:rsidRPr="00BE345E" w:rsidRDefault="008E6C01" w:rsidP="00AE731E">
      <w:pPr>
        <w:rPr>
          <w:rFonts w:ascii="Arial" w:hAnsi="Arial" w:cs="Arial"/>
          <w:lang w:val="en-CA"/>
        </w:rPr>
      </w:pPr>
    </w:p>
    <w:p w14:paraId="0B8595FD" w14:textId="14B4AF9A" w:rsidR="004A3547" w:rsidRPr="00961A18" w:rsidRDefault="00FD178B" w:rsidP="00961A18">
      <w:pPr>
        <w:pStyle w:val="ListParagraph"/>
        <w:numPr>
          <w:ilvl w:val="0"/>
          <w:numId w:val="31"/>
        </w:numPr>
        <w:rPr>
          <w:rFonts w:ascii="Arial" w:hAnsi="Arial" w:cs="Arial"/>
          <w:lang w:val="en-CA"/>
        </w:rPr>
      </w:pPr>
      <w:r w:rsidRPr="00961A18">
        <w:rPr>
          <w:rFonts w:ascii="Arial" w:hAnsi="Arial" w:cs="Arial"/>
          <w:lang w:val="en-CA"/>
        </w:rPr>
        <w:t>The illuminator shall meet or exceed the following specifications:</w:t>
      </w:r>
    </w:p>
    <w:p w14:paraId="1ED7C6C8" w14:textId="77777777" w:rsidR="001A6916" w:rsidRPr="00BE345E" w:rsidRDefault="001A6916">
      <w:pPr>
        <w:ind w:left="720"/>
        <w:rPr>
          <w:rFonts w:ascii="Arial" w:hAnsi="Arial" w:cs="Arial"/>
          <w:lang w:val="en-CA"/>
        </w:rPr>
      </w:pPr>
    </w:p>
    <w:p w14:paraId="56F19F27" w14:textId="795D1DB4" w:rsidR="000469F9" w:rsidRDefault="00FD178B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Max. lighting distance</w:t>
      </w:r>
      <w:r w:rsidR="008F0150" w:rsidRPr="00BE345E">
        <w:rPr>
          <w:rFonts w:ascii="Arial" w:hAnsi="Arial" w:cs="Arial"/>
          <w:iCs/>
          <w:lang w:val="en-CA"/>
        </w:rPr>
        <w:t xml:space="preserve">: </w:t>
      </w:r>
      <w:r w:rsidR="008F0150" w:rsidRPr="00BE345E">
        <w:rPr>
          <w:rFonts w:ascii="Arial" w:hAnsi="Arial" w:cs="Arial"/>
          <w:iCs/>
          <w:lang w:val="en-CA"/>
        </w:rPr>
        <w:tab/>
      </w:r>
      <w:r w:rsidR="00B34BC9">
        <w:rPr>
          <w:rFonts w:ascii="Arial" w:hAnsi="Arial" w:cs="Arial"/>
          <w:iCs/>
          <w:lang w:val="en-CA"/>
        </w:rPr>
        <w:t>250</w:t>
      </w:r>
      <w:r w:rsidR="00981753" w:rsidRPr="00BE345E">
        <w:rPr>
          <w:rFonts w:ascii="Arial" w:hAnsi="Arial" w:cs="Arial"/>
          <w:iCs/>
          <w:lang w:val="en-CA"/>
        </w:rPr>
        <w:t>m (</w:t>
      </w:r>
      <w:r w:rsidR="00B34BC9">
        <w:rPr>
          <w:rFonts w:ascii="Arial" w:hAnsi="Arial" w:cs="Arial"/>
          <w:iCs/>
          <w:lang w:val="en-CA"/>
        </w:rPr>
        <w:t>820</w:t>
      </w:r>
      <w:r w:rsidRPr="00BE345E">
        <w:rPr>
          <w:rFonts w:ascii="Arial" w:hAnsi="Arial" w:cs="Arial"/>
          <w:iCs/>
          <w:lang w:val="en-CA"/>
        </w:rPr>
        <w:t>ft</w:t>
      </w:r>
      <w:r w:rsidR="000469F9" w:rsidRPr="00BE345E">
        <w:rPr>
          <w:rFonts w:ascii="Arial" w:hAnsi="Arial" w:cs="Arial"/>
          <w:iCs/>
          <w:lang w:val="en-CA"/>
        </w:rPr>
        <w:t xml:space="preserve">) </w:t>
      </w:r>
    </w:p>
    <w:p w14:paraId="61FE6BE5" w14:textId="77777777" w:rsidR="00F96727" w:rsidRDefault="00F96727" w:rsidP="00F96727">
      <w:pPr>
        <w:ind w:left="1800"/>
        <w:rPr>
          <w:rFonts w:ascii="Arial" w:hAnsi="Arial" w:cs="Arial"/>
          <w:iCs/>
          <w:lang w:val="en-CA"/>
        </w:rPr>
      </w:pPr>
    </w:p>
    <w:p w14:paraId="749A6415" w14:textId="787E0A2D" w:rsidR="00F96727" w:rsidRPr="00BE345E" w:rsidRDefault="00F96727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Total Lumens: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  <w:t>7453 lm per luminaire</w:t>
      </w:r>
    </w:p>
    <w:p w14:paraId="0E73735D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377666F8" w14:textId="429A5E3C" w:rsidR="00BE01DF" w:rsidRPr="005C1C9B" w:rsidRDefault="00FD178B" w:rsidP="00BE01DF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5C1C9B">
        <w:rPr>
          <w:rFonts w:ascii="Arial" w:hAnsi="Arial" w:cs="Arial"/>
          <w:iCs/>
          <w:lang w:val="en-CA"/>
        </w:rPr>
        <w:t>Angle of Illumination</w:t>
      </w:r>
      <w:r w:rsidR="00981753" w:rsidRPr="005C1C9B">
        <w:rPr>
          <w:rFonts w:ascii="Arial" w:hAnsi="Arial" w:cs="Arial"/>
          <w:iCs/>
          <w:lang w:val="en-CA"/>
        </w:rPr>
        <w:t xml:space="preserve">: </w:t>
      </w:r>
      <w:r w:rsidR="00981753" w:rsidRPr="005C1C9B">
        <w:rPr>
          <w:rFonts w:ascii="Arial" w:hAnsi="Arial" w:cs="Arial"/>
          <w:iCs/>
          <w:lang w:val="en-CA"/>
        </w:rPr>
        <w:tab/>
      </w:r>
      <w:r w:rsidR="000F182B" w:rsidRPr="005C1C9B">
        <w:rPr>
          <w:rFonts w:ascii="Arial" w:hAnsi="Arial" w:cs="Arial"/>
          <w:iCs/>
          <w:lang w:val="en-CA"/>
        </w:rPr>
        <w:t>10, 35, 60, 80, 120</w:t>
      </w:r>
      <w:r w:rsidR="008768CA">
        <w:rPr>
          <w:rFonts w:ascii="Arial" w:hAnsi="Arial" w:cs="Arial"/>
          <w:iCs/>
          <w:lang w:val="en-CA"/>
        </w:rPr>
        <w:t xml:space="preserve"> </w:t>
      </w:r>
      <w:r w:rsidR="000F182B" w:rsidRPr="005C1C9B">
        <w:rPr>
          <w:rFonts w:ascii="Arial" w:hAnsi="Arial" w:cs="Arial"/>
          <w:iCs/>
          <w:lang w:val="en-CA"/>
        </w:rPr>
        <w:t>degrees</w:t>
      </w:r>
      <w:r w:rsidR="00BE01DF" w:rsidRPr="005C1C9B">
        <w:rPr>
          <w:rFonts w:ascii="Arial" w:hAnsi="Arial" w:cs="Arial"/>
          <w:iCs/>
          <w:lang w:val="en-CA"/>
        </w:rPr>
        <w:t xml:space="preserve">, adjustable from a </w:t>
      </w:r>
    </w:p>
    <w:p w14:paraId="7E1D623D" w14:textId="516C96F1" w:rsidR="000469F9" w:rsidRPr="00BE345E" w:rsidRDefault="00BE01DF" w:rsidP="00961A18">
      <w:pPr>
        <w:ind w:left="3600" w:firstLine="720"/>
        <w:rPr>
          <w:rFonts w:ascii="Arial" w:hAnsi="Arial" w:cs="Arial"/>
          <w:iCs/>
          <w:lang w:val="en-CA"/>
        </w:rPr>
      </w:pPr>
      <w:proofErr w:type="gramStart"/>
      <w:r w:rsidRPr="005C1C9B">
        <w:rPr>
          <w:rFonts w:ascii="Arial" w:hAnsi="Arial" w:cs="Arial"/>
          <w:iCs/>
          <w:lang w:val="en-CA"/>
        </w:rPr>
        <w:t>single</w:t>
      </w:r>
      <w:proofErr w:type="gramEnd"/>
      <w:r w:rsidRPr="005C1C9B">
        <w:rPr>
          <w:rFonts w:ascii="Arial" w:hAnsi="Arial" w:cs="Arial"/>
          <w:iCs/>
          <w:lang w:val="en-CA"/>
        </w:rPr>
        <w:t xml:space="preserve"> unit</w:t>
      </w:r>
    </w:p>
    <w:p w14:paraId="484ECBD9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11EF3042" w14:textId="204EC09D" w:rsidR="000469F9" w:rsidRPr="004A5D4E" w:rsidRDefault="000469F9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 w:rsidRPr="00BE345E">
        <w:rPr>
          <w:rFonts w:ascii="Arial" w:hAnsi="Arial" w:cs="Arial"/>
          <w:iCs/>
          <w:lang w:val="en-CA"/>
        </w:rPr>
        <w:t>Opti</w:t>
      </w:r>
      <w:r w:rsidR="00FD178B" w:rsidRPr="00BE345E">
        <w:rPr>
          <w:rFonts w:ascii="Arial" w:hAnsi="Arial" w:cs="Arial"/>
          <w:iCs/>
          <w:lang w:val="en-CA"/>
        </w:rPr>
        <w:t>cs</w:t>
      </w:r>
      <w:r w:rsidRPr="00BE345E">
        <w:rPr>
          <w:rFonts w:ascii="Arial" w:hAnsi="Arial" w:cs="Arial"/>
          <w:iCs/>
          <w:lang w:val="en-CA"/>
        </w:rPr>
        <w:t xml:space="preserve">: </w:t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Pr="00BE345E">
        <w:rPr>
          <w:rFonts w:ascii="Arial" w:hAnsi="Arial" w:cs="Arial"/>
          <w:iCs/>
          <w:lang w:val="en-CA"/>
        </w:rPr>
        <w:tab/>
      </w:r>
      <w:r w:rsidR="00851D60">
        <w:rPr>
          <w:rFonts w:ascii="Arial" w:hAnsi="Arial" w:cs="Arial"/>
          <w:iCs/>
          <w:lang w:val="en-CA"/>
        </w:rPr>
        <w:t>PLATINUM Elite SMT LED</w:t>
      </w:r>
      <w:r w:rsidR="007D4835">
        <w:rPr>
          <w:rFonts w:ascii="Arial" w:hAnsi="Arial" w:cs="Arial"/>
          <w:iCs/>
          <w:lang w:val="en-CA"/>
        </w:rPr>
        <w:t>s</w:t>
      </w:r>
    </w:p>
    <w:p w14:paraId="489F1409" w14:textId="77777777" w:rsidR="004A5D4E" w:rsidRPr="004A5D4E" w:rsidRDefault="004A5D4E" w:rsidP="004A5D4E">
      <w:pPr>
        <w:ind w:left="1800"/>
        <w:rPr>
          <w:rFonts w:ascii="Arial" w:hAnsi="Arial" w:cs="Arial"/>
          <w:lang w:val="en-CA"/>
        </w:rPr>
      </w:pPr>
    </w:p>
    <w:p w14:paraId="3ECC8F37" w14:textId="61C9BD33" w:rsidR="004A5D4E" w:rsidRPr="004A5D4E" w:rsidRDefault="004A5D4E" w:rsidP="004A5D4E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Wavelength: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  <w:t>White-Light</w:t>
      </w:r>
      <w:bookmarkStart w:id="0" w:name="_GoBack"/>
      <w:bookmarkEnd w:id="0"/>
    </w:p>
    <w:p w14:paraId="33500E26" w14:textId="77777777" w:rsidR="00207E8C" w:rsidRDefault="00207E8C" w:rsidP="00207E8C">
      <w:pPr>
        <w:rPr>
          <w:rFonts w:ascii="Arial" w:hAnsi="Arial" w:cs="Arial"/>
          <w:lang w:val="en-CA"/>
        </w:rPr>
      </w:pPr>
    </w:p>
    <w:p w14:paraId="2031D89F" w14:textId="3F8F396A" w:rsidR="00207E8C" w:rsidRDefault="007C1041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temperature</w:t>
      </w:r>
      <w:r w:rsidR="00207E8C" w:rsidRPr="00BE345E">
        <w:rPr>
          <w:rFonts w:ascii="Arial" w:hAnsi="Arial" w:cs="Arial"/>
          <w:iCs/>
          <w:lang w:val="en-CA"/>
        </w:rPr>
        <w:t xml:space="preserve">: </w:t>
      </w:r>
      <w:r w:rsidR="00207E8C" w:rsidRPr="00BE345E">
        <w:rPr>
          <w:rFonts w:ascii="Arial" w:hAnsi="Arial" w:cs="Arial"/>
          <w:iCs/>
          <w:lang w:val="en-CA"/>
        </w:rPr>
        <w:tab/>
      </w:r>
      <w:r w:rsidR="003E753F">
        <w:rPr>
          <w:rFonts w:ascii="Arial" w:hAnsi="Arial" w:cs="Arial"/>
          <w:iCs/>
          <w:lang w:val="en-CA"/>
        </w:rPr>
        <w:t>6000K</w:t>
      </w:r>
      <w:r w:rsidR="00F96727">
        <w:rPr>
          <w:rFonts w:ascii="Arial" w:hAnsi="Arial" w:cs="Arial"/>
          <w:iCs/>
          <w:lang w:val="en-CA"/>
        </w:rPr>
        <w:t>~</w:t>
      </w:r>
    </w:p>
    <w:p w14:paraId="7EB728EF" w14:textId="77777777" w:rsidR="00F96727" w:rsidRDefault="00F96727" w:rsidP="00F96727">
      <w:pPr>
        <w:ind w:left="1800"/>
        <w:rPr>
          <w:rFonts w:ascii="Arial" w:hAnsi="Arial" w:cs="Arial"/>
          <w:iCs/>
          <w:lang w:val="en-CA"/>
        </w:rPr>
      </w:pPr>
    </w:p>
    <w:p w14:paraId="16596653" w14:textId="53AA4E29" w:rsidR="00F96727" w:rsidRDefault="00F96727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 Reproduction Index:</w:t>
      </w:r>
      <w:r>
        <w:rPr>
          <w:rFonts w:ascii="Arial" w:hAnsi="Arial" w:cs="Arial"/>
          <w:iCs/>
          <w:lang w:val="en-CA"/>
        </w:rPr>
        <w:tab/>
        <w:t>&gt;70</w:t>
      </w:r>
    </w:p>
    <w:p w14:paraId="4E1B3613" w14:textId="77777777" w:rsidR="00207E8C" w:rsidRDefault="00207E8C" w:rsidP="00207E8C">
      <w:pPr>
        <w:rPr>
          <w:rFonts w:ascii="Arial" w:hAnsi="Arial" w:cs="Arial"/>
          <w:iCs/>
          <w:lang w:val="en-CA"/>
        </w:rPr>
      </w:pPr>
    </w:p>
    <w:p w14:paraId="61BCF01D" w14:textId="77777777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207E8C">
        <w:rPr>
          <w:rFonts w:ascii="Arial" w:hAnsi="Arial" w:cs="Arial"/>
          <w:iCs/>
          <w:lang w:val="en-CA"/>
        </w:rPr>
        <w:t xml:space="preserve">Power on Scene </w:t>
      </w:r>
    </w:p>
    <w:p w14:paraId="57BB78EE" w14:textId="2981DC3C" w:rsidR="00207E8C" w:rsidRPr="00207E8C" w:rsidRDefault="00E8041C" w:rsidP="00207E8C">
      <w:pPr>
        <w:ind w:left="108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at</w:t>
      </w:r>
      <w:proofErr w:type="gramEnd"/>
      <w:r>
        <w:rPr>
          <w:rFonts w:ascii="Arial" w:hAnsi="Arial" w:cs="Arial"/>
          <w:iCs/>
          <w:lang w:val="en-CA"/>
        </w:rPr>
        <w:t xml:space="preserve"> max distance</w:t>
      </w:r>
      <w:r w:rsidR="00207E8C" w:rsidRPr="00207E8C">
        <w:rPr>
          <w:rFonts w:ascii="Arial" w:hAnsi="Arial" w:cs="Arial"/>
          <w:iCs/>
          <w:lang w:val="en-CA"/>
        </w:rPr>
        <w:t>:</w:t>
      </w:r>
      <w:r w:rsidR="00207E8C" w:rsidRPr="00207E8C">
        <w:rPr>
          <w:rFonts w:ascii="Arial" w:hAnsi="Arial" w:cs="Arial"/>
          <w:iCs/>
          <w:lang w:val="en-CA"/>
        </w:rPr>
        <w:tab/>
      </w:r>
      <w:r w:rsidR="00207E8C">
        <w:rPr>
          <w:rFonts w:ascii="Arial" w:hAnsi="Arial" w:cs="Arial"/>
          <w:iCs/>
          <w:lang w:val="en-CA"/>
        </w:rPr>
        <w:tab/>
      </w:r>
      <w:r w:rsidR="00207E8C" w:rsidRPr="00207E8C">
        <w:rPr>
          <w:rFonts w:ascii="Arial" w:hAnsi="Arial" w:cs="Arial"/>
          <w:iCs/>
          <w:lang w:val="en-CA"/>
        </w:rPr>
        <w:t xml:space="preserve">At least </w:t>
      </w:r>
      <w:r w:rsidR="007C1041">
        <w:rPr>
          <w:rFonts w:ascii="Arial" w:hAnsi="Arial" w:cs="Arial"/>
          <w:iCs/>
          <w:lang w:val="en-CA"/>
        </w:rPr>
        <w:t>3 Lux</w:t>
      </w:r>
    </w:p>
    <w:p w14:paraId="201B0116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470569CE" w14:textId="5E3C0FCF" w:rsidR="000469F9" w:rsidRPr="00BE345E" w:rsidRDefault="0037739B" w:rsidP="000469F9">
      <w:pPr>
        <w:numPr>
          <w:ilvl w:val="1"/>
          <w:numId w:val="18"/>
        </w:numPr>
        <w:rPr>
          <w:rFonts w:ascii="Arial" w:hAnsi="Arial" w:cs="Arial"/>
          <w:lang w:val="en-CA"/>
        </w:rPr>
      </w:pPr>
      <w:r>
        <w:rPr>
          <w:rFonts w:ascii="Arial" w:hAnsi="Arial" w:cs="Arial"/>
          <w:iCs/>
          <w:lang w:val="en-CA"/>
        </w:rPr>
        <w:t>Consumption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B34BC9">
        <w:rPr>
          <w:rFonts w:ascii="Arial" w:hAnsi="Arial" w:cs="Arial"/>
          <w:iCs/>
          <w:lang w:val="en-CA"/>
        </w:rPr>
        <w:t>84</w:t>
      </w:r>
      <w:r w:rsidR="00FD178B" w:rsidRPr="00BE345E">
        <w:rPr>
          <w:rFonts w:ascii="Arial" w:hAnsi="Arial" w:cs="Arial"/>
          <w:iCs/>
          <w:lang w:val="en-CA"/>
        </w:rPr>
        <w:t xml:space="preserve"> watts</w:t>
      </w:r>
    </w:p>
    <w:p w14:paraId="35B8E23F" w14:textId="77777777" w:rsidR="000469F9" w:rsidRPr="00BE345E" w:rsidRDefault="000469F9" w:rsidP="000469F9">
      <w:pPr>
        <w:pStyle w:val="ListParagraph"/>
        <w:rPr>
          <w:rFonts w:ascii="Arial" w:hAnsi="Arial" w:cs="Arial"/>
          <w:lang w:val="en-CA"/>
        </w:rPr>
      </w:pPr>
    </w:p>
    <w:p w14:paraId="10CC5FA2" w14:textId="476CE3E2" w:rsidR="000469F9" w:rsidRPr="009579AA" w:rsidRDefault="00E14113" w:rsidP="000469F9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Input</w:t>
      </w:r>
      <w:r w:rsidR="000469F9" w:rsidRPr="009579AA">
        <w:rPr>
          <w:rFonts w:ascii="Arial" w:hAnsi="Arial" w:cs="Arial"/>
          <w:iCs/>
          <w:lang w:val="en-CA"/>
        </w:rPr>
        <w:t xml:space="preserve">: </w:t>
      </w:r>
      <w:r w:rsidR="000469F9" w:rsidRPr="009579AA">
        <w:rPr>
          <w:rFonts w:ascii="Arial" w:hAnsi="Arial" w:cs="Arial"/>
          <w:iCs/>
          <w:lang w:val="en-CA"/>
        </w:rPr>
        <w:tab/>
      </w:r>
      <w:r w:rsidR="000469F9" w:rsidRPr="009579AA"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3C6984">
        <w:rPr>
          <w:rFonts w:ascii="Arial" w:hAnsi="Arial" w:cs="Arial"/>
          <w:lang w:val="en-CA"/>
        </w:rPr>
        <w:t xml:space="preserve">12 to </w:t>
      </w:r>
      <w:r w:rsidR="00E0775D" w:rsidRPr="009579AA">
        <w:rPr>
          <w:rFonts w:ascii="Arial" w:hAnsi="Arial" w:cs="Arial"/>
          <w:lang w:val="en-CA"/>
        </w:rPr>
        <w:t>24V AC/DC</w:t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48234B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  <w:r w:rsidR="00CF7828" w:rsidRPr="009579AA">
        <w:rPr>
          <w:rFonts w:ascii="Arial" w:hAnsi="Arial" w:cs="Arial"/>
          <w:iCs/>
          <w:lang w:val="en-CA"/>
        </w:rPr>
        <w:tab/>
      </w:r>
    </w:p>
    <w:p w14:paraId="0B7D8E0A" w14:textId="63A5A439" w:rsidR="000469F9" w:rsidRPr="00BE345E" w:rsidRDefault="00B815A3" w:rsidP="0031069A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Weight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ab/>
      </w:r>
      <w:r w:rsidR="00B34BC9">
        <w:rPr>
          <w:rFonts w:ascii="Arial" w:hAnsi="Arial" w:cs="Arial"/>
          <w:iCs/>
          <w:lang w:val="en-CA"/>
        </w:rPr>
        <w:t>3.1</w:t>
      </w:r>
      <w:r w:rsidR="00F96727">
        <w:rPr>
          <w:rFonts w:ascii="Arial" w:hAnsi="Arial" w:cs="Arial"/>
          <w:iCs/>
          <w:lang w:val="en-CA"/>
        </w:rPr>
        <w:t>k</w:t>
      </w:r>
      <w:r w:rsidR="00416F28">
        <w:rPr>
          <w:rFonts w:ascii="Arial" w:hAnsi="Arial" w:cs="Arial"/>
          <w:iCs/>
          <w:lang w:val="en-CA"/>
        </w:rPr>
        <w:t>g (</w:t>
      </w:r>
      <w:r w:rsidR="00B34BC9">
        <w:rPr>
          <w:rFonts w:ascii="Arial" w:hAnsi="Arial" w:cs="Arial"/>
          <w:iCs/>
          <w:lang w:val="en-CA"/>
        </w:rPr>
        <w:t>6.8</w:t>
      </w:r>
      <w:r w:rsidR="0031069A" w:rsidRPr="00BE345E">
        <w:rPr>
          <w:rFonts w:ascii="Arial" w:hAnsi="Arial" w:cs="Arial"/>
          <w:iCs/>
          <w:lang w:val="en-CA"/>
        </w:rPr>
        <w:t>lbs)</w:t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  <w:r w:rsidR="00B8675B" w:rsidRPr="00BE345E">
        <w:rPr>
          <w:rFonts w:ascii="Arial" w:hAnsi="Arial" w:cs="Arial"/>
          <w:iCs/>
          <w:lang w:val="en-CA"/>
        </w:rPr>
        <w:tab/>
      </w:r>
    </w:p>
    <w:p w14:paraId="6ABED458" w14:textId="77777777" w:rsidR="000469F9" w:rsidRPr="00BE345E" w:rsidRDefault="000469F9" w:rsidP="000469F9">
      <w:pPr>
        <w:pStyle w:val="ListParagraph"/>
        <w:rPr>
          <w:rFonts w:ascii="Arial" w:hAnsi="Arial" w:cs="Arial"/>
          <w:iCs/>
          <w:lang w:val="en-CA"/>
        </w:rPr>
      </w:pPr>
    </w:p>
    <w:p w14:paraId="35E53572" w14:textId="77777777" w:rsidR="00B815A3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>Ingress Protection Rating</w:t>
      </w:r>
      <w:r w:rsidR="000469F9" w:rsidRPr="00BE345E">
        <w:rPr>
          <w:rFonts w:ascii="Arial" w:hAnsi="Arial" w:cs="Arial"/>
          <w:iCs/>
          <w:lang w:val="en-CA"/>
        </w:rPr>
        <w:t xml:space="preserve">: </w:t>
      </w:r>
      <w:r w:rsidR="000469F9" w:rsidRPr="00BE345E">
        <w:rPr>
          <w:rFonts w:ascii="Arial" w:hAnsi="Arial" w:cs="Arial"/>
          <w:iCs/>
          <w:lang w:val="en-CA"/>
        </w:rPr>
        <w:tab/>
        <w:t>IP66</w:t>
      </w:r>
    </w:p>
    <w:p w14:paraId="35402B75" w14:textId="77777777" w:rsidR="00B815A3" w:rsidRPr="00BE345E" w:rsidRDefault="00B815A3" w:rsidP="00B815A3">
      <w:pPr>
        <w:pStyle w:val="ListParagraph"/>
        <w:rPr>
          <w:rFonts w:ascii="Arial" w:hAnsi="Arial" w:cs="Arial"/>
          <w:iCs/>
          <w:lang w:val="en-CA"/>
        </w:rPr>
      </w:pPr>
    </w:p>
    <w:p w14:paraId="79D0078F" w14:textId="027667E8" w:rsidR="000469F9" w:rsidRPr="00BE345E" w:rsidRDefault="00B815A3" w:rsidP="00B815A3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 w:rsidRPr="00BE345E">
        <w:rPr>
          <w:rFonts w:ascii="Arial" w:hAnsi="Arial" w:cs="Arial"/>
          <w:iCs/>
          <w:lang w:val="en-CA"/>
        </w:rPr>
        <w:t xml:space="preserve">Operating Temperature: </w:t>
      </w:r>
      <w:r w:rsidRPr="00BE345E">
        <w:rPr>
          <w:rFonts w:ascii="Arial" w:hAnsi="Arial" w:cs="Arial"/>
          <w:iCs/>
          <w:lang w:val="en-CA"/>
        </w:rPr>
        <w:tab/>
      </w:r>
      <w:r w:rsidR="000469F9" w:rsidRPr="00BE345E">
        <w:rPr>
          <w:rFonts w:ascii="Arial" w:hAnsi="Arial" w:cs="Arial"/>
          <w:iCs/>
          <w:lang w:val="en-CA"/>
        </w:rPr>
        <w:t>-50</w:t>
      </w:r>
      <w:r w:rsidRPr="00BE345E">
        <w:rPr>
          <w:rFonts w:ascii="Arial" w:hAnsi="Arial" w:cs="Arial"/>
          <w:iCs/>
          <w:lang w:val="en-CA"/>
        </w:rPr>
        <w:t>°C</w:t>
      </w:r>
      <w:r w:rsidR="000469F9" w:rsidRPr="00BE345E">
        <w:rPr>
          <w:rFonts w:ascii="Arial" w:hAnsi="Arial" w:cs="Arial"/>
          <w:iCs/>
          <w:lang w:val="en-CA"/>
        </w:rPr>
        <w:t xml:space="preserve"> </w:t>
      </w:r>
      <w:r w:rsidR="00A74067">
        <w:rPr>
          <w:rFonts w:ascii="Arial" w:hAnsi="Arial" w:cs="Arial"/>
          <w:iCs/>
          <w:lang w:val="en-CA"/>
        </w:rPr>
        <w:t>to</w:t>
      </w:r>
      <w:r w:rsidR="000469F9" w:rsidRPr="00BE345E">
        <w:rPr>
          <w:rFonts w:ascii="Arial" w:hAnsi="Arial" w:cs="Arial"/>
          <w:iCs/>
          <w:lang w:val="en-CA"/>
        </w:rPr>
        <w:t xml:space="preserve"> + 50</w:t>
      </w:r>
      <w:r w:rsidR="000469F9" w:rsidRPr="00BE345E">
        <w:rPr>
          <w:rFonts w:ascii="Arial" w:hAnsi="Cambria Math" w:cs="Arial"/>
          <w:iCs/>
          <w:lang w:val="en-CA"/>
        </w:rPr>
        <w:t>⁰</w:t>
      </w:r>
      <w:r w:rsidR="00B8675B" w:rsidRPr="00BE345E">
        <w:rPr>
          <w:rFonts w:ascii="Arial" w:hAnsi="Arial" w:cs="Arial"/>
          <w:iCs/>
          <w:lang w:val="en-CA"/>
        </w:rPr>
        <w:t>C</w:t>
      </w:r>
      <w:r w:rsidR="00E0775D" w:rsidRPr="00BE345E">
        <w:rPr>
          <w:rFonts w:ascii="Arial" w:hAnsi="Arial" w:cs="Arial"/>
          <w:iCs/>
          <w:lang w:val="en-CA"/>
        </w:rPr>
        <w:t xml:space="preserve"> </w:t>
      </w:r>
      <w:r w:rsidR="00E0775D" w:rsidRPr="00BE345E">
        <w:rPr>
          <w:rFonts w:ascii="Arial" w:hAnsi="Arial" w:cs="Arial"/>
          <w:lang w:val="en-CA"/>
        </w:rPr>
        <w:t>(-58 to 122°F)</w:t>
      </w:r>
    </w:p>
    <w:p w14:paraId="3CBEF3E8" w14:textId="77777777" w:rsidR="000469F9" w:rsidRPr="00BE345E" w:rsidRDefault="000469F9" w:rsidP="000469F9">
      <w:pPr>
        <w:ind w:left="1440" w:firstLine="360"/>
        <w:rPr>
          <w:rFonts w:ascii="Arial" w:hAnsi="Arial" w:cs="Arial"/>
          <w:iCs/>
          <w:lang w:val="en-CA"/>
        </w:rPr>
      </w:pPr>
    </w:p>
    <w:p w14:paraId="15F52038" w14:textId="25B39C9F" w:rsidR="00207E8C" w:rsidRDefault="00207E8C" w:rsidP="00207E8C">
      <w:pPr>
        <w:numPr>
          <w:ilvl w:val="1"/>
          <w:numId w:val="18"/>
        </w:numPr>
        <w:rPr>
          <w:rFonts w:ascii="Arial" w:hAnsi="Arial" w:cs="Arial"/>
          <w:iCs/>
          <w:lang w:val="en-CA"/>
        </w:rPr>
      </w:pPr>
      <w:r>
        <w:rPr>
          <w:rFonts w:ascii="Arial" w:hAnsi="Arial" w:cs="Arial"/>
          <w:iCs/>
          <w:lang w:val="en-CA"/>
        </w:rPr>
        <w:t>Colour:</w:t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>
        <w:rPr>
          <w:rFonts w:ascii="Arial" w:hAnsi="Arial" w:cs="Arial"/>
          <w:iCs/>
          <w:lang w:val="en-CA"/>
        </w:rPr>
        <w:tab/>
      </w:r>
      <w:r w:rsidR="00C1398E">
        <w:rPr>
          <w:rFonts w:ascii="Arial" w:hAnsi="Arial" w:cs="Arial"/>
          <w:iCs/>
          <w:lang w:val="en-CA"/>
        </w:rPr>
        <w:t>Silver</w:t>
      </w:r>
      <w:r>
        <w:rPr>
          <w:rFonts w:ascii="Arial" w:hAnsi="Arial" w:cs="Arial"/>
          <w:iCs/>
          <w:lang w:val="en-CA"/>
        </w:rPr>
        <w:t xml:space="preserve"> (RAL </w:t>
      </w:r>
      <w:r w:rsidR="001F10AF">
        <w:rPr>
          <w:rFonts w:ascii="Arial" w:hAnsi="Arial" w:cs="Arial"/>
          <w:iCs/>
          <w:lang w:val="en-CA"/>
        </w:rPr>
        <w:t>900</w:t>
      </w:r>
      <w:r w:rsidR="007C1041">
        <w:rPr>
          <w:rFonts w:ascii="Arial" w:hAnsi="Arial" w:cs="Arial"/>
          <w:iCs/>
          <w:lang w:val="en-CA"/>
        </w:rPr>
        <w:t>6</w:t>
      </w:r>
      <w:r>
        <w:rPr>
          <w:rFonts w:ascii="Arial" w:hAnsi="Arial" w:cs="Arial"/>
          <w:iCs/>
          <w:lang w:val="en-CA"/>
        </w:rPr>
        <w:t xml:space="preserve">) as standard. Other colours available </w:t>
      </w:r>
    </w:p>
    <w:p w14:paraId="049FE7F9" w14:textId="4B9C9328" w:rsidR="000469F9" w:rsidRPr="00BE345E" w:rsidRDefault="001F10AF" w:rsidP="00BE01DF">
      <w:pPr>
        <w:ind w:left="3600" w:firstLine="720"/>
        <w:rPr>
          <w:rFonts w:ascii="Arial" w:hAnsi="Arial" w:cs="Arial"/>
          <w:iCs/>
          <w:lang w:val="en-CA"/>
        </w:rPr>
      </w:pPr>
      <w:proofErr w:type="gramStart"/>
      <w:r>
        <w:rPr>
          <w:rFonts w:ascii="Arial" w:hAnsi="Arial" w:cs="Arial"/>
          <w:iCs/>
          <w:lang w:val="en-CA"/>
        </w:rPr>
        <w:t>to</w:t>
      </w:r>
      <w:proofErr w:type="gramEnd"/>
      <w:r>
        <w:rPr>
          <w:rFonts w:ascii="Arial" w:hAnsi="Arial" w:cs="Arial"/>
          <w:iCs/>
          <w:lang w:val="en-CA"/>
        </w:rPr>
        <w:t xml:space="preserve"> </w:t>
      </w:r>
      <w:r w:rsidR="00207E8C">
        <w:rPr>
          <w:rFonts w:ascii="Arial" w:hAnsi="Arial" w:cs="Arial"/>
          <w:iCs/>
          <w:lang w:val="en-CA"/>
        </w:rPr>
        <w:t>order</w:t>
      </w:r>
    </w:p>
    <w:p w14:paraId="0592E306" w14:textId="77777777" w:rsidR="000469F9" w:rsidRPr="00BE345E" w:rsidRDefault="000469F9" w:rsidP="000469F9">
      <w:pPr>
        <w:ind w:left="1080"/>
        <w:rPr>
          <w:rFonts w:ascii="Arial" w:hAnsi="Arial" w:cs="Arial"/>
          <w:iCs/>
          <w:lang w:val="en-CA"/>
        </w:rPr>
      </w:pPr>
    </w:p>
    <w:p w14:paraId="40DCD082" w14:textId="44ED0DE6" w:rsidR="00BE01DF" w:rsidRDefault="000469F9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261F10">
        <w:rPr>
          <w:rFonts w:ascii="Arial" w:hAnsi="Arial" w:cs="Arial"/>
          <w:iCs/>
          <w:lang w:val="fr-CA"/>
        </w:rPr>
        <w:t xml:space="preserve">Dimensions: </w:t>
      </w:r>
      <w:r w:rsidRPr="00261F10">
        <w:rPr>
          <w:rFonts w:ascii="Arial" w:hAnsi="Arial" w:cs="Arial"/>
          <w:iCs/>
          <w:lang w:val="fr-CA"/>
        </w:rPr>
        <w:tab/>
      </w:r>
      <w:r w:rsidRPr="00261F10">
        <w:rPr>
          <w:rFonts w:ascii="Arial" w:hAnsi="Arial" w:cs="Arial"/>
          <w:iCs/>
          <w:lang w:val="fr-CA"/>
        </w:rPr>
        <w:tab/>
      </w:r>
      <w:r w:rsidR="00F96727">
        <w:rPr>
          <w:rFonts w:ascii="Arial" w:hAnsi="Arial" w:cs="Arial"/>
          <w:iCs/>
          <w:lang w:val="fr-CA"/>
        </w:rPr>
        <w:t>180</w:t>
      </w:r>
      <w:r w:rsidR="00416F28" w:rsidRPr="005C1C9B">
        <w:rPr>
          <w:rFonts w:ascii="Arial" w:hAnsi="Arial" w:cs="Arial"/>
          <w:iCs/>
          <w:lang w:val="fr-CA"/>
        </w:rPr>
        <w:t xml:space="preserve">mm x </w:t>
      </w:r>
      <w:r w:rsidR="00F96727">
        <w:rPr>
          <w:rFonts w:ascii="Arial" w:hAnsi="Arial" w:cs="Arial"/>
          <w:iCs/>
          <w:lang w:val="fr-CA"/>
        </w:rPr>
        <w:t>227</w:t>
      </w:r>
      <w:r w:rsidR="009579AA" w:rsidRPr="005C1C9B">
        <w:rPr>
          <w:rFonts w:ascii="Arial" w:hAnsi="Arial" w:cs="Arial"/>
          <w:iCs/>
          <w:lang w:val="fr-CA"/>
        </w:rPr>
        <w:t xml:space="preserve">mm x </w:t>
      </w:r>
      <w:r w:rsidR="00F96727">
        <w:rPr>
          <w:rFonts w:ascii="Arial" w:hAnsi="Arial" w:cs="Arial"/>
          <w:iCs/>
          <w:lang w:val="fr-CA"/>
        </w:rPr>
        <w:t>75</w:t>
      </w:r>
      <w:r w:rsidRPr="005C1C9B">
        <w:rPr>
          <w:rFonts w:ascii="Arial" w:hAnsi="Arial" w:cs="Arial"/>
          <w:iCs/>
          <w:lang w:val="fr-CA"/>
        </w:rPr>
        <w:t>mm</w:t>
      </w:r>
      <w:r w:rsidR="00E0775D" w:rsidRPr="005C1C9B">
        <w:rPr>
          <w:rFonts w:ascii="Arial" w:hAnsi="Arial" w:cs="Arial"/>
          <w:iCs/>
          <w:lang w:val="fr-CA"/>
        </w:rPr>
        <w:t xml:space="preserve"> (</w:t>
      </w:r>
      <w:r w:rsidR="00F96727">
        <w:rPr>
          <w:rFonts w:ascii="Arial" w:hAnsi="Arial" w:cs="Arial"/>
          <w:iCs/>
          <w:lang w:val="fr-CA"/>
        </w:rPr>
        <w:t>7</w:t>
      </w:r>
      <w:r w:rsidR="00416F28" w:rsidRPr="005C1C9B">
        <w:rPr>
          <w:rFonts w:ascii="Arial" w:hAnsi="Arial" w:cs="Arial"/>
          <w:iCs/>
          <w:lang w:val="fr-CA"/>
        </w:rPr>
        <w:t xml:space="preserve">” x </w:t>
      </w:r>
      <w:r w:rsidR="00F96727">
        <w:rPr>
          <w:rFonts w:ascii="Arial" w:hAnsi="Arial" w:cs="Arial"/>
          <w:iCs/>
          <w:lang w:val="fr-CA"/>
        </w:rPr>
        <w:t>11</w:t>
      </w:r>
      <w:r w:rsidR="004F2B35" w:rsidRPr="005C1C9B">
        <w:rPr>
          <w:rFonts w:ascii="Arial" w:hAnsi="Arial" w:cs="Arial"/>
          <w:iCs/>
          <w:lang w:val="fr-CA"/>
        </w:rPr>
        <w:t xml:space="preserve">” x </w:t>
      </w:r>
      <w:r w:rsidR="00F96727">
        <w:rPr>
          <w:rFonts w:ascii="Arial" w:hAnsi="Arial" w:cs="Arial"/>
          <w:iCs/>
          <w:lang w:val="fr-CA"/>
        </w:rPr>
        <w:t>2.9</w:t>
      </w:r>
      <w:r w:rsidR="00E0775D" w:rsidRPr="005C1C9B">
        <w:rPr>
          <w:rFonts w:ascii="Arial" w:hAnsi="Arial" w:cs="Arial"/>
          <w:iCs/>
          <w:lang w:val="fr-CA"/>
        </w:rPr>
        <w:t>”)</w:t>
      </w:r>
    </w:p>
    <w:p w14:paraId="23D953B9" w14:textId="77777777" w:rsidR="00961A18" w:rsidRDefault="00961A18" w:rsidP="00961A18">
      <w:pPr>
        <w:ind w:left="1800"/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 xml:space="preserve"> </w:t>
      </w:r>
    </w:p>
    <w:p w14:paraId="55CC3746" w14:textId="4A8E13D1" w:rsidR="00961A18" w:rsidRDefault="00E8041C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 w:rsidRPr="00E8041C">
        <w:rPr>
          <w:rFonts w:ascii="Arial" w:hAnsi="Arial" w:cs="Arial"/>
          <w:iCs/>
          <w:lang w:val="en-GB"/>
        </w:rPr>
        <w:t>Cable</w:t>
      </w:r>
      <w:r w:rsidR="00961A18">
        <w:rPr>
          <w:rFonts w:ascii="Arial" w:hAnsi="Arial" w:cs="Arial"/>
          <w:iCs/>
          <w:lang w:val="fr-CA"/>
        </w:rPr>
        <w:t>:</w:t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</w:r>
      <w:r w:rsidR="00961A18">
        <w:rPr>
          <w:rFonts w:ascii="Arial" w:hAnsi="Arial" w:cs="Arial"/>
          <w:iCs/>
          <w:lang w:val="fr-CA"/>
        </w:rPr>
        <w:tab/>
        <w:t>2.</w:t>
      </w:r>
      <w:r w:rsidR="005C1C9B">
        <w:rPr>
          <w:rFonts w:ascii="Arial" w:hAnsi="Arial" w:cs="Arial"/>
          <w:iCs/>
          <w:lang w:val="fr-CA"/>
        </w:rPr>
        <w:t>5</w:t>
      </w:r>
      <w:r w:rsidR="00961A18">
        <w:rPr>
          <w:rFonts w:ascii="Arial" w:hAnsi="Arial" w:cs="Arial"/>
          <w:iCs/>
          <w:lang w:val="fr-CA"/>
        </w:rPr>
        <w:t>m (</w:t>
      </w:r>
      <w:r w:rsidR="005C1C9B">
        <w:rPr>
          <w:rFonts w:ascii="Arial" w:hAnsi="Arial" w:cs="Arial"/>
          <w:iCs/>
          <w:lang w:val="fr-CA"/>
        </w:rPr>
        <w:t>8.2</w:t>
      </w:r>
      <w:r w:rsidR="00961A18">
        <w:rPr>
          <w:rFonts w:ascii="Arial" w:hAnsi="Arial" w:cs="Arial"/>
          <w:iCs/>
          <w:lang w:val="fr-CA"/>
        </w:rPr>
        <w:t xml:space="preserve">ft), 6 </w:t>
      </w:r>
      <w:r w:rsidR="00961A18" w:rsidRPr="00E8041C">
        <w:rPr>
          <w:rFonts w:ascii="Arial" w:hAnsi="Arial" w:cs="Arial"/>
          <w:iCs/>
          <w:lang w:val="en-GB"/>
        </w:rPr>
        <w:t>core</w:t>
      </w:r>
      <w:r w:rsidR="00961A18">
        <w:rPr>
          <w:rFonts w:ascii="Arial" w:hAnsi="Arial" w:cs="Arial"/>
          <w:iCs/>
          <w:lang w:val="fr-CA"/>
        </w:rPr>
        <w:t>, black</w:t>
      </w:r>
    </w:p>
    <w:p w14:paraId="0E4D6877" w14:textId="77777777" w:rsidR="00BE01DF" w:rsidRDefault="00BE01DF" w:rsidP="00BE01DF">
      <w:pPr>
        <w:ind w:left="1800"/>
        <w:rPr>
          <w:rFonts w:ascii="Arial" w:hAnsi="Arial" w:cs="Arial"/>
          <w:iCs/>
          <w:lang w:val="fr-CA"/>
        </w:rPr>
      </w:pPr>
    </w:p>
    <w:p w14:paraId="10E5CBAC" w14:textId="479B1D1B" w:rsidR="00BE01DF" w:rsidRPr="00BE01DF" w:rsidRDefault="00BE01DF" w:rsidP="00BE01DF">
      <w:pPr>
        <w:numPr>
          <w:ilvl w:val="1"/>
          <w:numId w:val="18"/>
        </w:numPr>
        <w:rPr>
          <w:rFonts w:ascii="Arial" w:hAnsi="Arial" w:cs="Arial"/>
          <w:iCs/>
          <w:lang w:val="fr-CA"/>
        </w:rPr>
      </w:pPr>
      <w:r>
        <w:rPr>
          <w:rFonts w:ascii="Arial" w:hAnsi="Arial" w:cs="Arial"/>
          <w:iCs/>
          <w:lang w:val="fr-CA"/>
        </w:rPr>
        <w:t>Control:</w:t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>
        <w:rPr>
          <w:rFonts w:ascii="Arial" w:hAnsi="Arial" w:cs="Arial"/>
          <w:iCs/>
          <w:lang w:val="fr-CA"/>
        </w:rPr>
        <w:tab/>
      </w:r>
      <w:r w:rsidRPr="00E8041C">
        <w:rPr>
          <w:rFonts w:ascii="Arial" w:hAnsi="Arial" w:cs="Arial"/>
          <w:iCs/>
          <w:lang w:val="en-GB"/>
        </w:rPr>
        <w:t>Manual</w:t>
      </w:r>
      <w:r>
        <w:rPr>
          <w:rFonts w:ascii="Arial" w:hAnsi="Arial" w:cs="Arial"/>
          <w:iCs/>
          <w:lang w:val="fr-CA"/>
        </w:rPr>
        <w:t xml:space="preserve"> </w:t>
      </w:r>
      <w:proofErr w:type="gramStart"/>
      <w:r>
        <w:rPr>
          <w:rFonts w:ascii="Arial" w:hAnsi="Arial" w:cs="Arial"/>
          <w:iCs/>
          <w:lang w:val="fr-CA"/>
        </w:rPr>
        <w:t>buttons</w:t>
      </w:r>
      <w:proofErr w:type="gramEnd"/>
      <w:r>
        <w:rPr>
          <w:rFonts w:ascii="Arial" w:hAnsi="Arial" w:cs="Arial"/>
          <w:iCs/>
          <w:lang w:val="fr-CA"/>
        </w:rPr>
        <w:t xml:space="preserve"> or </w:t>
      </w:r>
      <w:r w:rsidRPr="00E8041C">
        <w:rPr>
          <w:rFonts w:ascii="Arial" w:hAnsi="Arial" w:cs="Arial"/>
          <w:iCs/>
          <w:lang w:val="en-GB"/>
        </w:rPr>
        <w:t>remote</w:t>
      </w:r>
      <w:r>
        <w:rPr>
          <w:rFonts w:ascii="Arial" w:hAnsi="Arial" w:cs="Arial"/>
          <w:iCs/>
          <w:lang w:val="fr-CA"/>
        </w:rPr>
        <w:t xml:space="preserve"> control</w:t>
      </w:r>
    </w:p>
    <w:p w14:paraId="222DD4EA" w14:textId="77777777" w:rsidR="0002564A" w:rsidRDefault="0002564A" w:rsidP="00E14113">
      <w:pPr>
        <w:ind w:left="1800"/>
        <w:rPr>
          <w:rFonts w:ascii="Arial" w:hAnsi="Arial" w:cs="Arial"/>
          <w:iCs/>
          <w:lang w:val="fr-CA"/>
        </w:rPr>
      </w:pPr>
    </w:p>
    <w:p w14:paraId="160C558D" w14:textId="77777777" w:rsidR="00E8041C" w:rsidRPr="00BE01DF" w:rsidRDefault="00E8041C" w:rsidP="00BE01DF">
      <w:pPr>
        <w:ind w:left="1080" w:firstLine="720"/>
        <w:rPr>
          <w:rFonts w:ascii="Univers" w:hAnsi="Univers" w:cs="Univers"/>
          <w:lang w:val="en-CA"/>
        </w:rPr>
      </w:pPr>
    </w:p>
    <w:p w14:paraId="1978111B" w14:textId="133FA4C7" w:rsidR="0002564A" w:rsidRPr="00961A18" w:rsidRDefault="0002564A" w:rsidP="00961A18">
      <w:pPr>
        <w:rPr>
          <w:rFonts w:ascii="Univers" w:hAnsi="Univers" w:cs="Univers"/>
          <w:lang w:val="en-CA"/>
        </w:rPr>
      </w:pPr>
    </w:p>
    <w:p w14:paraId="2E34F5F4" w14:textId="26750F50" w:rsidR="0002564A" w:rsidRPr="00BE01DF" w:rsidRDefault="00E0267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covered by a manufacturer’s warranty of 5 years</w:t>
      </w:r>
      <w:r w:rsidR="00BE01DF">
        <w:rPr>
          <w:rFonts w:ascii="Univers" w:hAnsi="Univers" w:cs="Univers"/>
          <w:lang w:val="en-CA"/>
        </w:rPr>
        <w:t>.</w:t>
      </w:r>
    </w:p>
    <w:p w14:paraId="40CC4D82" w14:textId="77777777" w:rsidR="0002564A" w:rsidRDefault="0002564A" w:rsidP="00E14113">
      <w:pPr>
        <w:pStyle w:val="ListParagraph"/>
        <w:ind w:left="1125"/>
        <w:rPr>
          <w:rFonts w:ascii="Univers" w:hAnsi="Univers" w:cs="Univers"/>
          <w:lang w:val="en-CA"/>
        </w:rPr>
      </w:pPr>
    </w:p>
    <w:p w14:paraId="78C65315" w14:textId="77777777" w:rsidR="0002564A" w:rsidRDefault="0002564A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>The illuminator shall be available with full specification data based on the POWERS lighting standard for video surveillance.</w:t>
      </w:r>
    </w:p>
    <w:p w14:paraId="5650E9F2" w14:textId="77777777" w:rsidR="00961A18" w:rsidRPr="00961A18" w:rsidRDefault="00961A18" w:rsidP="00961A18">
      <w:pPr>
        <w:rPr>
          <w:rFonts w:ascii="Univers" w:hAnsi="Univers" w:cs="Univers"/>
          <w:lang w:val="en-CA"/>
        </w:rPr>
      </w:pPr>
    </w:p>
    <w:p w14:paraId="3819F175" w14:textId="16A82C88" w:rsidR="00961A18" w:rsidRPr="00BE01DF" w:rsidRDefault="00961A18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01DF">
        <w:rPr>
          <w:rFonts w:ascii="Univers" w:hAnsi="Univers" w:cs="Univers"/>
          <w:lang w:val="en-CA"/>
        </w:rPr>
        <w:t xml:space="preserve">The illuminator shall be available with additional VARIO Universal Bracketry (VUB), to accommodate for the mounting of multiple LED panels at various horizontal and vertical tilts.  </w:t>
      </w:r>
    </w:p>
    <w:p w14:paraId="01471BFA" w14:textId="77777777" w:rsidR="00EF35E9" w:rsidRPr="00BE345E" w:rsidRDefault="00EF35E9" w:rsidP="00BE01DF">
      <w:pPr>
        <w:rPr>
          <w:rFonts w:ascii="Univers" w:hAnsi="Univers" w:cs="Univers"/>
          <w:lang w:val="en-CA"/>
        </w:rPr>
      </w:pPr>
    </w:p>
    <w:p w14:paraId="2008E777" w14:textId="18E13027" w:rsidR="001A6916" w:rsidRPr="00BE345E" w:rsidRDefault="00EF35E9" w:rsidP="00BE01DF">
      <w:pPr>
        <w:pStyle w:val="ListParagraph"/>
        <w:numPr>
          <w:ilvl w:val="0"/>
          <w:numId w:val="32"/>
        </w:numPr>
        <w:rPr>
          <w:rFonts w:ascii="Univers" w:hAnsi="Univers" w:cs="Univers"/>
          <w:lang w:val="en-CA"/>
        </w:rPr>
      </w:pPr>
      <w:r w:rsidRPr="00BE345E">
        <w:rPr>
          <w:rFonts w:ascii="Arial" w:hAnsi="Arial" w:cs="Arial"/>
          <w:lang w:val="en-CA"/>
        </w:rPr>
        <w:t xml:space="preserve">The </w:t>
      </w:r>
      <w:r w:rsidR="00E8041C">
        <w:rPr>
          <w:rFonts w:ascii="Arial" w:hAnsi="Arial" w:cs="Arial"/>
          <w:lang w:val="en-CA"/>
        </w:rPr>
        <w:t>White-Light</w:t>
      </w:r>
      <w:r w:rsidRPr="00BE345E">
        <w:rPr>
          <w:rFonts w:ascii="Arial" w:hAnsi="Arial" w:cs="Arial"/>
          <w:lang w:val="en-CA"/>
        </w:rPr>
        <w:t xml:space="preserve"> illuminator shall be the </w:t>
      </w:r>
      <w:r w:rsidR="001D667B">
        <w:rPr>
          <w:rFonts w:ascii="Arial" w:hAnsi="Arial" w:cs="Arial"/>
          <w:lang w:val="en-CA"/>
        </w:rPr>
        <w:t>VAR</w:t>
      </w:r>
      <w:r w:rsidR="002C0A50">
        <w:rPr>
          <w:rFonts w:ascii="Arial" w:hAnsi="Arial" w:cs="Arial"/>
          <w:lang w:val="en-CA"/>
        </w:rPr>
        <w:t>2</w:t>
      </w:r>
      <w:r w:rsidR="00E8041C">
        <w:rPr>
          <w:rFonts w:ascii="Arial" w:hAnsi="Arial" w:cs="Arial"/>
          <w:lang w:val="en-CA"/>
        </w:rPr>
        <w:t>-</w:t>
      </w:r>
      <w:r w:rsidR="00E83D5C">
        <w:rPr>
          <w:rFonts w:ascii="Arial" w:hAnsi="Arial" w:cs="Arial"/>
          <w:lang w:val="en-CA"/>
        </w:rPr>
        <w:t>w</w:t>
      </w:r>
      <w:r w:rsidR="00B34BC9">
        <w:rPr>
          <w:rFonts w:ascii="Arial" w:hAnsi="Arial" w:cs="Arial"/>
          <w:lang w:val="en-CA"/>
        </w:rPr>
        <w:t>16</w:t>
      </w:r>
      <w:r w:rsidR="00960A00">
        <w:rPr>
          <w:rFonts w:ascii="Arial" w:hAnsi="Arial" w:cs="Arial"/>
          <w:lang w:val="en-CA"/>
        </w:rPr>
        <w:t>-</w:t>
      </w:r>
      <w:r w:rsidR="006D1217">
        <w:rPr>
          <w:rFonts w:ascii="Arial" w:hAnsi="Arial" w:cs="Arial"/>
          <w:lang w:val="en-CA"/>
        </w:rPr>
        <w:t>1</w:t>
      </w:r>
      <w:r w:rsidR="001B4791">
        <w:rPr>
          <w:rFonts w:ascii="Arial" w:hAnsi="Arial" w:cs="Arial"/>
          <w:lang w:val="en-CA"/>
        </w:rPr>
        <w:t xml:space="preserve">, </w:t>
      </w:r>
      <w:r w:rsidRPr="00BE345E">
        <w:rPr>
          <w:rFonts w:ascii="Univers" w:hAnsi="Univers" w:cs="Univers"/>
          <w:lang w:val="en-CA"/>
        </w:rPr>
        <w:t>manufactured</w:t>
      </w:r>
      <w:r w:rsidR="0002564A">
        <w:rPr>
          <w:rFonts w:ascii="Univers" w:hAnsi="Univers" w:cs="Univers"/>
          <w:lang w:val="en-CA"/>
        </w:rPr>
        <w:t xml:space="preserve"> </w:t>
      </w:r>
      <w:r w:rsidRPr="00BE345E">
        <w:rPr>
          <w:rFonts w:ascii="Univers" w:hAnsi="Univers" w:cs="Univers"/>
          <w:lang w:val="en-CA"/>
        </w:rPr>
        <w:t>by Raytec or an approved equivalent.</w:t>
      </w:r>
      <w:r w:rsidR="00C60F7B" w:rsidRPr="00BE345E">
        <w:rPr>
          <w:rFonts w:ascii="Univers" w:hAnsi="Univers" w:cs="Univers"/>
          <w:lang w:val="en-CA"/>
        </w:rPr>
        <w:t xml:space="preserve"> </w:t>
      </w:r>
    </w:p>
    <w:sectPr w:rsidR="001A6916" w:rsidRPr="00BE345E" w:rsidSect="00E169B7">
      <w:headerReference w:type="default" r:id="rId9"/>
      <w:footerReference w:type="default" r:id="rId10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8825F9" w15:done="0"/>
  <w15:commentEx w15:paraId="4925AE24" w15:done="0"/>
  <w15:commentEx w15:paraId="459673DE" w15:done="0"/>
  <w15:commentEx w15:paraId="37E7EEDB" w15:done="0"/>
  <w15:commentEx w15:paraId="57C30DEA" w15:done="0"/>
  <w15:commentEx w15:paraId="70F9B959" w15:done="0"/>
  <w15:commentEx w15:paraId="37488863" w15:done="0"/>
  <w15:commentEx w15:paraId="74A51DF2" w15:done="0"/>
  <w15:commentEx w15:paraId="7D7AC0E6" w15:done="0"/>
  <w15:commentEx w15:paraId="69473EA6" w15:done="0"/>
  <w15:commentEx w15:paraId="6D3B5353" w15:done="0"/>
  <w15:commentEx w15:paraId="17F87C0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0AD99" w14:textId="77777777" w:rsidR="002C13CF" w:rsidRDefault="002C13CF">
      <w:r>
        <w:separator/>
      </w:r>
    </w:p>
  </w:endnote>
  <w:endnote w:type="continuationSeparator" w:id="0">
    <w:p w14:paraId="0EA96F99" w14:textId="77777777" w:rsidR="002C13CF" w:rsidRDefault="002C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3E376" w14:textId="6AB5A6C8" w:rsidR="00961A18" w:rsidRPr="00961A18" w:rsidRDefault="00961A18" w:rsidP="00961A18">
    <w:pPr>
      <w:pStyle w:val="Footer"/>
      <w:jc w:val="center"/>
      <w:rPr>
        <w:rFonts w:ascii="Arial" w:hAnsi="Arial" w:cs="Arial"/>
        <w:sz w:val="16"/>
        <w:szCs w:val="16"/>
      </w:rPr>
    </w:pPr>
    <w:r w:rsidRPr="00961A18">
      <w:rPr>
        <w:rFonts w:ascii="Arial" w:hAnsi="Arial" w:cs="Arial"/>
        <w:sz w:val="16"/>
        <w:szCs w:val="16"/>
      </w:rPr>
      <w:t>A&amp;E Spec – Jan 2017 v1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DCC1E" w14:textId="77777777" w:rsidR="002C13CF" w:rsidRDefault="002C13CF">
      <w:r>
        <w:separator/>
      </w:r>
    </w:p>
  </w:footnote>
  <w:footnote w:type="continuationSeparator" w:id="0">
    <w:p w14:paraId="4E842E4C" w14:textId="77777777" w:rsidR="002C13CF" w:rsidRDefault="002C1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48" w:type="dxa"/>
      <w:tblLook w:val="04A0" w:firstRow="1" w:lastRow="0" w:firstColumn="1" w:lastColumn="0" w:noHBand="0" w:noVBand="1"/>
    </w:tblPr>
    <w:tblGrid>
      <w:gridCol w:w="792"/>
      <w:gridCol w:w="8856"/>
    </w:tblGrid>
    <w:tr w:rsidR="00BE01DF" w:rsidRPr="001D6409" w14:paraId="3AC3D0B7" w14:textId="77777777" w:rsidTr="00E14113">
      <w:trPr>
        <w:trHeight w:hRule="exact" w:val="992"/>
      </w:trPr>
      <w:tc>
        <w:tcPr>
          <w:tcW w:w="792" w:type="dxa"/>
          <w:shd w:val="clear" w:color="auto" w:fill="CE1432"/>
          <w:vAlign w:val="center"/>
        </w:tcPr>
        <w:p w14:paraId="644141E1" w14:textId="77777777" w:rsidR="00BE01DF" w:rsidRPr="00E8041C" w:rsidRDefault="00BE01DF">
          <w:pPr>
            <w:pStyle w:val="Footer"/>
            <w:jc w:val="center"/>
            <w:rPr>
              <w:rFonts w:ascii="Arial" w:hAnsi="Arial" w:cs="Arial"/>
              <w:color w:val="FFFFFF" w:themeColor="background1"/>
              <w:sz w:val="18"/>
            </w:rPr>
          </w:pPr>
          <w:r w:rsidRPr="00E8041C">
            <w:rPr>
              <w:rFonts w:ascii="Arial" w:hAnsi="Arial" w:cs="Arial"/>
              <w:b/>
              <w:color w:val="FFFFFF" w:themeColor="background1"/>
              <w:sz w:val="18"/>
            </w:rPr>
            <w:t>A&amp;E</w:t>
          </w:r>
        </w:p>
      </w:tc>
      <w:tc>
        <w:tcPr>
          <w:tcW w:w="8856" w:type="dxa"/>
          <w:vAlign w:val="center"/>
        </w:tcPr>
        <w:p w14:paraId="368944D5" w14:textId="516692D8" w:rsidR="00BE01DF" w:rsidRPr="00E8041C" w:rsidRDefault="00BE01DF" w:rsidP="00093224">
          <w:pPr>
            <w:pStyle w:val="Footer"/>
            <w:rPr>
              <w:rFonts w:ascii="Arial" w:eastAsiaTheme="majorEastAsia" w:hAnsi="Arial" w:cs="Arial"/>
              <w:sz w:val="28"/>
              <w:szCs w:val="28"/>
              <w:lang w:val="en-CA"/>
            </w:rPr>
          </w:pP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VAR2-</w:t>
          </w:r>
          <w:r w:rsidR="00570935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w</w:t>
          </w:r>
          <w:r w:rsidR="00B34BC9">
            <w:rPr>
              <w:rFonts w:ascii="Arial" w:eastAsiaTheme="majorEastAsia" w:hAnsi="Arial" w:cs="Arial"/>
              <w:sz w:val="28"/>
              <w:szCs w:val="28"/>
              <w:lang w:val="en-CA"/>
            </w:rPr>
            <w:t>16</w:t>
          </w: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-</w:t>
          </w:r>
          <w:r w:rsidR="006D1217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1</w:t>
          </w: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 </w:t>
          </w:r>
          <w:r w:rsidR="00E8041C"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>White-Light</w:t>
          </w:r>
          <w:r w:rsidRPr="00E8041C">
            <w:rPr>
              <w:rFonts w:ascii="Arial" w:eastAsiaTheme="majorEastAsia" w:hAnsi="Arial" w:cs="Arial"/>
              <w:sz w:val="28"/>
              <w:szCs w:val="28"/>
              <w:lang w:val="en-CA"/>
            </w:rPr>
            <w:t xml:space="preserve"> Illuminator Specification    </w:t>
          </w:r>
        </w:p>
        <w:p w14:paraId="4B226F07" w14:textId="679274D4" w:rsidR="00BE01DF" w:rsidRPr="00E8041C" w:rsidRDefault="00B34BC9" w:rsidP="003A4182">
          <w:pPr>
            <w:pStyle w:val="Footer"/>
            <w:rPr>
              <w:rFonts w:ascii="Arial" w:hAnsi="Arial" w:cs="Arial"/>
              <w:sz w:val="24"/>
              <w:szCs w:val="28"/>
              <w:lang w:val="en-CA"/>
            </w:rPr>
          </w:pPr>
          <w:r>
            <w:rPr>
              <w:rFonts w:ascii="Arial" w:hAnsi="Arial" w:cs="Arial"/>
              <w:sz w:val="24"/>
              <w:szCs w:val="28"/>
              <w:lang w:val="en-CA"/>
            </w:rPr>
            <w:t>3</w:t>
          </w:r>
          <w:r w:rsidR="006D1217" w:rsidRPr="00E8041C">
            <w:rPr>
              <w:rFonts w:ascii="Arial" w:hAnsi="Arial" w:cs="Arial"/>
              <w:sz w:val="24"/>
              <w:szCs w:val="28"/>
              <w:lang w:val="en-CA"/>
            </w:rPr>
            <w:t>5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m to </w:t>
          </w:r>
          <w:r>
            <w:rPr>
              <w:rFonts w:ascii="Arial" w:hAnsi="Arial" w:cs="Arial"/>
              <w:sz w:val="24"/>
              <w:szCs w:val="28"/>
              <w:lang w:val="en-CA"/>
            </w:rPr>
            <w:t>250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>m</w:t>
          </w:r>
          <w:r w:rsidR="006B0E4C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 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>(</w:t>
          </w:r>
          <w:r>
            <w:rPr>
              <w:rFonts w:ascii="Arial" w:hAnsi="Arial" w:cs="Arial"/>
              <w:sz w:val="24"/>
              <w:szCs w:val="28"/>
              <w:lang w:val="en-CA"/>
            </w:rPr>
            <w:t>115</w:t>
          </w:r>
          <w:r w:rsidR="00BD35E6" w:rsidRPr="00E8041C">
            <w:rPr>
              <w:rFonts w:ascii="Arial" w:hAnsi="Arial" w:cs="Arial"/>
              <w:sz w:val="24"/>
              <w:szCs w:val="28"/>
              <w:lang w:val="en-CA"/>
            </w:rPr>
            <w:t>f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t to </w:t>
          </w:r>
          <w:r>
            <w:rPr>
              <w:rFonts w:ascii="Arial" w:hAnsi="Arial" w:cs="Arial"/>
              <w:sz w:val="24"/>
              <w:szCs w:val="28"/>
              <w:lang w:val="en-CA"/>
            </w:rPr>
            <w:t>820</w:t>
          </w:r>
          <w:r w:rsidR="00BE01DF" w:rsidRPr="00E8041C">
            <w:rPr>
              <w:rFonts w:ascii="Arial" w:hAnsi="Arial" w:cs="Arial"/>
              <w:sz w:val="24"/>
              <w:szCs w:val="28"/>
              <w:lang w:val="en-CA"/>
            </w:rPr>
            <w:t xml:space="preserve">ft) illumination distance  </w:t>
          </w:r>
        </w:p>
        <w:p w14:paraId="030A3C9C" w14:textId="0165599B" w:rsidR="00BE01DF" w:rsidRPr="00E8041C" w:rsidRDefault="00BE01DF" w:rsidP="003A4182">
          <w:pPr>
            <w:pStyle w:val="Footer"/>
            <w:rPr>
              <w:rFonts w:ascii="Arial" w:eastAsiaTheme="majorEastAsia" w:hAnsi="Arial" w:cs="Arial"/>
              <w:sz w:val="24"/>
              <w:szCs w:val="28"/>
              <w:lang w:val="en-CA"/>
            </w:rPr>
          </w:pPr>
          <w:r w:rsidRPr="00E8041C">
            <w:rPr>
              <w:rFonts w:ascii="Arial" w:eastAsiaTheme="majorEastAsia" w:hAnsi="Arial" w:cs="Arial"/>
              <w:sz w:val="24"/>
              <w:szCs w:val="28"/>
              <w:lang w:val="en-CA"/>
            </w:rPr>
            <w:t>10° to 1</w:t>
          </w:r>
          <w:r w:rsidR="006D1217" w:rsidRPr="00E8041C">
            <w:rPr>
              <w:rFonts w:ascii="Arial" w:eastAsiaTheme="majorEastAsia" w:hAnsi="Arial" w:cs="Arial"/>
              <w:sz w:val="24"/>
              <w:szCs w:val="28"/>
              <w:lang w:val="en-CA"/>
            </w:rPr>
            <w:t>20</w:t>
          </w:r>
          <w:r w:rsidRPr="00E8041C">
            <w:rPr>
              <w:rFonts w:ascii="Arial" w:eastAsiaTheme="majorEastAsia" w:hAnsi="Arial" w:cs="Arial"/>
              <w:sz w:val="24"/>
              <w:szCs w:val="28"/>
              <w:lang w:val="en-CA"/>
            </w:rPr>
            <w:t>° adjustable illumination angle, remote control and manual buttons</w:t>
          </w:r>
        </w:p>
      </w:tc>
    </w:tr>
  </w:tbl>
  <w:p w14:paraId="052ABE20" w14:textId="5CF9041F" w:rsidR="00BE01DF" w:rsidRPr="001D6409" w:rsidRDefault="00BE01DF">
    <w:pPr>
      <w:pStyle w:val="Header"/>
      <w:rPr>
        <w:sz w:val="18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EF1"/>
    <w:multiLevelType w:val="hybridMultilevel"/>
    <w:tmpl w:val="6D666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661F5E"/>
    <w:multiLevelType w:val="singleLevel"/>
    <w:tmpl w:val="E9306C90"/>
    <w:lvl w:ilvl="0">
      <w:start w:val="2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>
    <w:nsid w:val="0A7F555B"/>
    <w:multiLevelType w:val="hybridMultilevel"/>
    <w:tmpl w:val="71A2DB64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C3F47"/>
    <w:multiLevelType w:val="hybridMultilevel"/>
    <w:tmpl w:val="95AA2318"/>
    <w:lvl w:ilvl="0" w:tplc="10090015">
      <w:start w:val="1"/>
      <w:numFmt w:val="upperLetter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164845"/>
    <w:multiLevelType w:val="hybridMultilevel"/>
    <w:tmpl w:val="A958458E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D41FB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6">
    <w:nsid w:val="11A34DE1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7">
    <w:nsid w:val="14413794"/>
    <w:multiLevelType w:val="hybridMultilevel"/>
    <w:tmpl w:val="6B02AA5C"/>
    <w:lvl w:ilvl="0" w:tplc="23AE27C4">
      <w:start w:val="1"/>
      <w:numFmt w:val="upp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F92FA9"/>
    <w:multiLevelType w:val="hybridMultilevel"/>
    <w:tmpl w:val="74BA955C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0E0913"/>
    <w:multiLevelType w:val="hybridMultilevel"/>
    <w:tmpl w:val="3D1E2E3C"/>
    <w:lvl w:ilvl="0" w:tplc="35A2E60E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67325"/>
    <w:multiLevelType w:val="hybridMultilevel"/>
    <w:tmpl w:val="25187CF0"/>
    <w:lvl w:ilvl="0" w:tplc="12C8F640">
      <w:start w:val="1"/>
      <w:numFmt w:val="upperLetter"/>
      <w:lvlText w:val="%1. "/>
      <w:lvlJc w:val="left"/>
      <w:pPr>
        <w:ind w:left="112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345D11F0"/>
    <w:multiLevelType w:val="hybridMultilevel"/>
    <w:tmpl w:val="CBDA09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8444C9C"/>
    <w:multiLevelType w:val="singleLevel"/>
    <w:tmpl w:val="9700655A"/>
    <w:lvl w:ilvl="0">
      <w:start w:val="1"/>
      <w:numFmt w:val="decimal"/>
      <w:lvlText w:val="%1. "/>
      <w:legacy w:legacy="1" w:legacySpace="0" w:legacyIndent="360"/>
      <w:lvlJc w:val="left"/>
      <w:pPr>
        <w:ind w:left="1485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3">
    <w:nsid w:val="40210147"/>
    <w:multiLevelType w:val="singleLevel"/>
    <w:tmpl w:val="387EC4FA"/>
    <w:lvl w:ilvl="0">
      <w:start w:val="4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>
    <w:nsid w:val="48AC2E2C"/>
    <w:multiLevelType w:val="hybridMultilevel"/>
    <w:tmpl w:val="A5F075BE"/>
    <w:lvl w:ilvl="0" w:tplc="0409000F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F023B83"/>
    <w:multiLevelType w:val="hybridMultilevel"/>
    <w:tmpl w:val="B162AEFE"/>
    <w:lvl w:ilvl="0" w:tplc="F4782D84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511D2"/>
    <w:multiLevelType w:val="singleLevel"/>
    <w:tmpl w:val="A710B2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7">
    <w:nsid w:val="52B415A9"/>
    <w:multiLevelType w:val="hybridMultilevel"/>
    <w:tmpl w:val="D21C3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647A5A"/>
    <w:multiLevelType w:val="hybridMultilevel"/>
    <w:tmpl w:val="3F22596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AD313C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>
    <w:nsid w:val="5B3D0CA4"/>
    <w:multiLevelType w:val="hybridMultilevel"/>
    <w:tmpl w:val="A5ECC5D6"/>
    <w:lvl w:ilvl="0" w:tplc="12C8F640">
      <w:start w:val="1"/>
      <w:numFmt w:val="upperLetter"/>
      <w:lvlText w:val="%1. 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C610D7"/>
    <w:multiLevelType w:val="singleLevel"/>
    <w:tmpl w:val="80C694B6"/>
    <w:lvl w:ilvl="0">
      <w:start w:val="2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2">
    <w:nsid w:val="62CA21EE"/>
    <w:multiLevelType w:val="singleLevel"/>
    <w:tmpl w:val="FC04DE58"/>
    <w:lvl w:ilvl="0">
      <w:start w:val="3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3">
    <w:nsid w:val="641700B7"/>
    <w:multiLevelType w:val="singleLevel"/>
    <w:tmpl w:val="12C8F640"/>
    <w:lvl w:ilvl="0">
      <w:start w:val="1"/>
      <w:numFmt w:val="upperLetter"/>
      <w:lvlText w:val="%1. "/>
      <w:legacy w:legacy="1" w:legacySpace="0" w:legacyIndent="360"/>
      <w:lvlJc w:val="left"/>
      <w:pPr>
        <w:ind w:left="1080" w:hanging="360"/>
      </w:pPr>
      <w:rPr>
        <w:rFonts w:ascii="Univers" w:hAnsi="Univers" w:cs="Univers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4">
    <w:nsid w:val="72C00046"/>
    <w:multiLevelType w:val="hybridMultilevel"/>
    <w:tmpl w:val="27FAE7B0"/>
    <w:lvl w:ilvl="0" w:tplc="8D569E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1431DA"/>
    <w:multiLevelType w:val="hybridMultilevel"/>
    <w:tmpl w:val="51C0CC0A"/>
    <w:lvl w:ilvl="0" w:tplc="A1D01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19"/>
  </w:num>
  <w:num w:numId="4">
    <w:abstractNumId w:val="13"/>
  </w:num>
  <w:num w:numId="5">
    <w:abstractNumId w:val="5"/>
  </w:num>
  <w:num w:numId="6">
    <w:abstractNumId w:val="6"/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9">
    <w:abstractNumId w:val="12"/>
    <w:lvlOverride w:ilvl="0">
      <w:lvl w:ilvl="0">
        <w:start w:val="3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0">
    <w:abstractNumId w:val="12"/>
    <w:lvlOverride w:ilvl="0">
      <w:lvl w:ilvl="0">
        <w:start w:val="6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1">
    <w:abstractNumId w:val="12"/>
    <w:lvlOverride w:ilvl="0">
      <w:lvl w:ilvl="0">
        <w:start w:val="7"/>
        <w:numFmt w:val="decimal"/>
        <w:lvlText w:val="%1. "/>
        <w:legacy w:legacy="1" w:legacySpace="0" w:legacyIndent="360"/>
        <w:lvlJc w:val="left"/>
        <w:pPr>
          <w:ind w:left="1485" w:hanging="360"/>
        </w:pPr>
        <w:rPr>
          <w:rFonts w:ascii="Univers" w:hAnsi="Univers" w:cs="Univers" w:hint="default"/>
          <w:b w:val="0"/>
          <w:bCs w:val="0"/>
          <w:i w:val="0"/>
          <w:iCs w:val="0"/>
          <w:sz w:val="20"/>
          <w:szCs w:val="20"/>
          <w:u w:val="none"/>
        </w:rPr>
      </w:lvl>
    </w:lvlOverride>
  </w:num>
  <w:num w:numId="12">
    <w:abstractNumId w:val="22"/>
  </w:num>
  <w:num w:numId="13">
    <w:abstractNumId w:val="1"/>
  </w:num>
  <w:num w:numId="14">
    <w:abstractNumId w:val="16"/>
  </w:num>
  <w:num w:numId="15">
    <w:abstractNumId w:val="0"/>
  </w:num>
  <w:num w:numId="16">
    <w:abstractNumId w:val="8"/>
  </w:num>
  <w:num w:numId="17">
    <w:abstractNumId w:val="20"/>
  </w:num>
  <w:num w:numId="18">
    <w:abstractNumId w:val="9"/>
  </w:num>
  <w:num w:numId="19">
    <w:abstractNumId w:val="10"/>
  </w:num>
  <w:num w:numId="20">
    <w:abstractNumId w:val="2"/>
  </w:num>
  <w:num w:numId="21">
    <w:abstractNumId w:val="4"/>
  </w:num>
  <w:num w:numId="22">
    <w:abstractNumId w:val="11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7"/>
  </w:num>
  <w:num w:numId="26">
    <w:abstractNumId w:val="3"/>
  </w:num>
  <w:num w:numId="27">
    <w:abstractNumId w:val="15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25"/>
  </w:num>
  <w:num w:numId="31">
    <w:abstractNumId w:val="24"/>
  </w:num>
  <w:num w:numId="32">
    <w:abstractNumId w:val="14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e Jamieson">
    <w15:presenceInfo w15:providerId="Windows Live" w15:userId="48d3850971abc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embedSystemFonts/>
  <w:proofState w:spelling="clean" w:grammar="clean"/>
  <w:attachedTemplate r:id="rId1"/>
  <w:defaultTabStop w:val="720"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C01"/>
    <w:rsid w:val="00011685"/>
    <w:rsid w:val="00022499"/>
    <w:rsid w:val="0002564A"/>
    <w:rsid w:val="000469F9"/>
    <w:rsid w:val="00093224"/>
    <w:rsid w:val="00097888"/>
    <w:rsid w:val="000A0856"/>
    <w:rsid w:val="000B0E4A"/>
    <w:rsid w:val="000D4283"/>
    <w:rsid w:val="000E4F21"/>
    <w:rsid w:val="000E4FFA"/>
    <w:rsid w:val="000E7ACA"/>
    <w:rsid w:val="000F182B"/>
    <w:rsid w:val="000F4DCF"/>
    <w:rsid w:val="000F5EB8"/>
    <w:rsid w:val="00102281"/>
    <w:rsid w:val="00103DBC"/>
    <w:rsid w:val="00112F10"/>
    <w:rsid w:val="001208B2"/>
    <w:rsid w:val="00122EBD"/>
    <w:rsid w:val="00123BBB"/>
    <w:rsid w:val="00146AEE"/>
    <w:rsid w:val="00167913"/>
    <w:rsid w:val="00183C44"/>
    <w:rsid w:val="00192DD4"/>
    <w:rsid w:val="001945C2"/>
    <w:rsid w:val="001A04BA"/>
    <w:rsid w:val="001A6916"/>
    <w:rsid w:val="001A6C0C"/>
    <w:rsid w:val="001B4791"/>
    <w:rsid w:val="001B752C"/>
    <w:rsid w:val="001D4EFA"/>
    <w:rsid w:val="001D6409"/>
    <w:rsid w:val="001D667B"/>
    <w:rsid w:val="001E25DD"/>
    <w:rsid w:val="001F10AF"/>
    <w:rsid w:val="001F57A5"/>
    <w:rsid w:val="00207E8C"/>
    <w:rsid w:val="00234887"/>
    <w:rsid w:val="00250A9F"/>
    <w:rsid w:val="00251DDD"/>
    <w:rsid w:val="0026119A"/>
    <w:rsid w:val="00261F10"/>
    <w:rsid w:val="00263D8E"/>
    <w:rsid w:val="00291625"/>
    <w:rsid w:val="002B35DF"/>
    <w:rsid w:val="002B6265"/>
    <w:rsid w:val="002C0A50"/>
    <w:rsid w:val="002C13CF"/>
    <w:rsid w:val="002C5E90"/>
    <w:rsid w:val="0031069A"/>
    <w:rsid w:val="003115A5"/>
    <w:rsid w:val="00316359"/>
    <w:rsid w:val="00322BE3"/>
    <w:rsid w:val="00335273"/>
    <w:rsid w:val="00351A8F"/>
    <w:rsid w:val="0037739B"/>
    <w:rsid w:val="0038299C"/>
    <w:rsid w:val="00385DEF"/>
    <w:rsid w:val="003A2D07"/>
    <w:rsid w:val="003A4182"/>
    <w:rsid w:val="003C618D"/>
    <w:rsid w:val="003C6984"/>
    <w:rsid w:val="003C69FD"/>
    <w:rsid w:val="003E753F"/>
    <w:rsid w:val="003F7E39"/>
    <w:rsid w:val="00410798"/>
    <w:rsid w:val="00416F28"/>
    <w:rsid w:val="004350AD"/>
    <w:rsid w:val="00457377"/>
    <w:rsid w:val="00461211"/>
    <w:rsid w:val="00465524"/>
    <w:rsid w:val="00470033"/>
    <w:rsid w:val="0048234B"/>
    <w:rsid w:val="004855D9"/>
    <w:rsid w:val="0049465F"/>
    <w:rsid w:val="004A3547"/>
    <w:rsid w:val="004A5D4E"/>
    <w:rsid w:val="004A6AE8"/>
    <w:rsid w:val="004E5EF3"/>
    <w:rsid w:val="004E7BEE"/>
    <w:rsid w:val="004F2B35"/>
    <w:rsid w:val="00503E43"/>
    <w:rsid w:val="005044E6"/>
    <w:rsid w:val="00516CA0"/>
    <w:rsid w:val="00531962"/>
    <w:rsid w:val="00532449"/>
    <w:rsid w:val="005411C2"/>
    <w:rsid w:val="00553891"/>
    <w:rsid w:val="00570935"/>
    <w:rsid w:val="005727CA"/>
    <w:rsid w:val="00592394"/>
    <w:rsid w:val="0059639E"/>
    <w:rsid w:val="005B340D"/>
    <w:rsid w:val="005B6359"/>
    <w:rsid w:val="005C1C9B"/>
    <w:rsid w:val="005C35C3"/>
    <w:rsid w:val="005C7626"/>
    <w:rsid w:val="005D00FD"/>
    <w:rsid w:val="005D0F38"/>
    <w:rsid w:val="005D3397"/>
    <w:rsid w:val="005D6B38"/>
    <w:rsid w:val="006274F2"/>
    <w:rsid w:val="00675FBB"/>
    <w:rsid w:val="006870E8"/>
    <w:rsid w:val="006871F4"/>
    <w:rsid w:val="00690AFC"/>
    <w:rsid w:val="006A1803"/>
    <w:rsid w:val="006A2290"/>
    <w:rsid w:val="006B0E4C"/>
    <w:rsid w:val="006B573F"/>
    <w:rsid w:val="006D1217"/>
    <w:rsid w:val="006D54D2"/>
    <w:rsid w:val="006D745A"/>
    <w:rsid w:val="006E30C3"/>
    <w:rsid w:val="006E4B82"/>
    <w:rsid w:val="006F3AB0"/>
    <w:rsid w:val="006F7531"/>
    <w:rsid w:val="00701F4A"/>
    <w:rsid w:val="00720A9B"/>
    <w:rsid w:val="00742FC1"/>
    <w:rsid w:val="00744EBF"/>
    <w:rsid w:val="007452FA"/>
    <w:rsid w:val="00760120"/>
    <w:rsid w:val="00796669"/>
    <w:rsid w:val="007C1041"/>
    <w:rsid w:val="007D3161"/>
    <w:rsid w:val="007D4835"/>
    <w:rsid w:val="007E0FBC"/>
    <w:rsid w:val="007E20B5"/>
    <w:rsid w:val="007F4973"/>
    <w:rsid w:val="00823052"/>
    <w:rsid w:val="00824864"/>
    <w:rsid w:val="00825226"/>
    <w:rsid w:val="008318EA"/>
    <w:rsid w:val="00847E29"/>
    <w:rsid w:val="00851D60"/>
    <w:rsid w:val="008522EB"/>
    <w:rsid w:val="0087526B"/>
    <w:rsid w:val="0087559A"/>
    <w:rsid w:val="008768CA"/>
    <w:rsid w:val="008B0E8D"/>
    <w:rsid w:val="008D3006"/>
    <w:rsid w:val="008E43BB"/>
    <w:rsid w:val="008E6C01"/>
    <w:rsid w:val="008E6F97"/>
    <w:rsid w:val="008F0150"/>
    <w:rsid w:val="0091414E"/>
    <w:rsid w:val="00943DC9"/>
    <w:rsid w:val="00947AAF"/>
    <w:rsid w:val="009579AA"/>
    <w:rsid w:val="00960A00"/>
    <w:rsid w:val="00961A18"/>
    <w:rsid w:val="00971F3A"/>
    <w:rsid w:val="00974AF7"/>
    <w:rsid w:val="00981753"/>
    <w:rsid w:val="009852B4"/>
    <w:rsid w:val="009D0325"/>
    <w:rsid w:val="009E5872"/>
    <w:rsid w:val="00A12D58"/>
    <w:rsid w:val="00A13C71"/>
    <w:rsid w:val="00A27581"/>
    <w:rsid w:val="00A33005"/>
    <w:rsid w:val="00A4055F"/>
    <w:rsid w:val="00A42863"/>
    <w:rsid w:val="00A47AD9"/>
    <w:rsid w:val="00A534B6"/>
    <w:rsid w:val="00A74067"/>
    <w:rsid w:val="00A8689F"/>
    <w:rsid w:val="00A95F35"/>
    <w:rsid w:val="00A9611B"/>
    <w:rsid w:val="00AA1953"/>
    <w:rsid w:val="00AD7430"/>
    <w:rsid w:val="00AE731E"/>
    <w:rsid w:val="00B06B81"/>
    <w:rsid w:val="00B07957"/>
    <w:rsid w:val="00B1354E"/>
    <w:rsid w:val="00B24CD6"/>
    <w:rsid w:val="00B34BC9"/>
    <w:rsid w:val="00B377AC"/>
    <w:rsid w:val="00B44329"/>
    <w:rsid w:val="00B57724"/>
    <w:rsid w:val="00B75BCC"/>
    <w:rsid w:val="00B815A3"/>
    <w:rsid w:val="00B8675B"/>
    <w:rsid w:val="00B8706C"/>
    <w:rsid w:val="00BB0269"/>
    <w:rsid w:val="00BB6943"/>
    <w:rsid w:val="00BC0CB3"/>
    <w:rsid w:val="00BC2934"/>
    <w:rsid w:val="00BD35E6"/>
    <w:rsid w:val="00BE01DF"/>
    <w:rsid w:val="00BE345E"/>
    <w:rsid w:val="00BF5AFB"/>
    <w:rsid w:val="00C11C46"/>
    <w:rsid w:val="00C1398E"/>
    <w:rsid w:val="00C167D8"/>
    <w:rsid w:val="00C56C34"/>
    <w:rsid w:val="00C60F7B"/>
    <w:rsid w:val="00C92FE9"/>
    <w:rsid w:val="00CD3D61"/>
    <w:rsid w:val="00CD6B34"/>
    <w:rsid w:val="00CE523E"/>
    <w:rsid w:val="00CE53B5"/>
    <w:rsid w:val="00CE7F31"/>
    <w:rsid w:val="00CF404C"/>
    <w:rsid w:val="00CF7828"/>
    <w:rsid w:val="00D00FA2"/>
    <w:rsid w:val="00D22BDF"/>
    <w:rsid w:val="00D642FE"/>
    <w:rsid w:val="00DA0715"/>
    <w:rsid w:val="00DA240E"/>
    <w:rsid w:val="00DB57EF"/>
    <w:rsid w:val="00DD5FF5"/>
    <w:rsid w:val="00DD7B68"/>
    <w:rsid w:val="00DF1FD5"/>
    <w:rsid w:val="00E02678"/>
    <w:rsid w:val="00E031CC"/>
    <w:rsid w:val="00E0775D"/>
    <w:rsid w:val="00E14113"/>
    <w:rsid w:val="00E1489B"/>
    <w:rsid w:val="00E169B7"/>
    <w:rsid w:val="00E1706E"/>
    <w:rsid w:val="00E30E94"/>
    <w:rsid w:val="00E34DDC"/>
    <w:rsid w:val="00E447C8"/>
    <w:rsid w:val="00E61770"/>
    <w:rsid w:val="00E63377"/>
    <w:rsid w:val="00E66629"/>
    <w:rsid w:val="00E76583"/>
    <w:rsid w:val="00E8041C"/>
    <w:rsid w:val="00E83D5C"/>
    <w:rsid w:val="00E953FE"/>
    <w:rsid w:val="00EB0567"/>
    <w:rsid w:val="00EB113C"/>
    <w:rsid w:val="00EB600B"/>
    <w:rsid w:val="00EC1EB0"/>
    <w:rsid w:val="00EF0E35"/>
    <w:rsid w:val="00EF35E9"/>
    <w:rsid w:val="00F13CD9"/>
    <w:rsid w:val="00F437B0"/>
    <w:rsid w:val="00F50510"/>
    <w:rsid w:val="00F531D1"/>
    <w:rsid w:val="00F7070A"/>
    <w:rsid w:val="00F7473A"/>
    <w:rsid w:val="00F81344"/>
    <w:rsid w:val="00F96727"/>
    <w:rsid w:val="00FD178B"/>
    <w:rsid w:val="00FD5EE4"/>
    <w:rsid w:val="00FE2674"/>
    <w:rsid w:val="00FE396C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1B3DBC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006"/>
    <w:pPr>
      <w:autoSpaceDE w:val="0"/>
      <w:autoSpaceDN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300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D300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300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D3006"/>
  </w:style>
  <w:style w:type="paragraph" w:styleId="NormalWeb">
    <w:name w:val="Normal (Web)"/>
    <w:basedOn w:val="Normal"/>
    <w:uiPriority w:val="99"/>
    <w:semiHidden/>
    <w:unhideWhenUsed/>
    <w:rsid w:val="000469F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69F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5DF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rsid w:val="00F531D1"/>
  </w:style>
  <w:style w:type="character" w:customStyle="1" w:styleId="hps">
    <w:name w:val="hps"/>
    <w:basedOn w:val="DefaultParagraphFont"/>
    <w:rsid w:val="00823052"/>
  </w:style>
  <w:style w:type="character" w:styleId="CommentReference">
    <w:name w:val="annotation reference"/>
    <w:basedOn w:val="DefaultParagraphFont"/>
    <w:uiPriority w:val="99"/>
    <w:semiHidden/>
    <w:unhideWhenUsed/>
    <w:rsid w:val="00A47A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A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AD9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A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AD9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6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Pelco%20Specs\EH4014%20SPE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10F6B-6764-4D57-8C7B-550D00D3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EH4014 SPEC</Template>
  <TotalTime>8</TotalTime>
  <Pages>3</Pages>
  <Words>674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VAR-i4-1  A&amp;E Specification Text   45m to 120m - 10° to 120°</vt:lpstr>
    </vt:vector>
  </TitlesOfParts>
  <Company>Hewlett-Packard Company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VAR-i4-1  A&amp;E Specification Text   45m to 120m - 10° to 120°</dc:title>
  <dc:subject>IR Illuminator, 120VAC, 30° - 20m</dc:subject>
  <dc:creator>David Poluha</dc:creator>
  <cp:lastModifiedBy>Catherine McElroy</cp:lastModifiedBy>
  <cp:revision>9</cp:revision>
  <cp:lastPrinted>2012-04-06T14:26:00Z</cp:lastPrinted>
  <dcterms:created xsi:type="dcterms:W3CDTF">2017-01-27T14:19:00Z</dcterms:created>
  <dcterms:modified xsi:type="dcterms:W3CDTF">2017-02-01T12:37:00Z</dcterms:modified>
</cp:coreProperties>
</file>